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4A0" w:firstRow="1" w:lastRow="0" w:firstColumn="1" w:lastColumn="0" w:noHBand="0" w:noVBand="1"/>
      </w:tblPr>
      <w:tblGrid>
        <w:gridCol w:w="3936"/>
        <w:gridCol w:w="2126"/>
        <w:gridCol w:w="4069"/>
      </w:tblGrid>
      <w:tr w:rsidR="00EA586F" w:rsidRPr="00EA586F" w14:paraId="14887BF0" w14:textId="77777777" w:rsidTr="00524CED">
        <w:tc>
          <w:tcPr>
            <w:tcW w:w="3936" w:type="dxa"/>
            <w:shd w:val="clear" w:color="auto" w:fill="auto"/>
          </w:tcPr>
          <w:p w14:paraId="3AFF418C" w14:textId="77777777" w:rsidR="00EA586F" w:rsidRPr="00EA586F" w:rsidRDefault="00EA586F" w:rsidP="00EA586F">
            <w:pPr>
              <w:keepNext/>
              <w:spacing w:line="276" w:lineRule="auto"/>
              <w:ind w:right="40"/>
              <w:outlineLvl w:val="2"/>
              <w:rPr>
                <w:bCs/>
                <w:sz w:val="28"/>
                <w:szCs w:val="28"/>
                <w:lang w:val="uk-UA" w:eastAsia="en-US"/>
              </w:rPr>
            </w:pPr>
          </w:p>
        </w:tc>
        <w:tc>
          <w:tcPr>
            <w:tcW w:w="2126" w:type="dxa"/>
            <w:shd w:val="clear" w:color="auto" w:fill="auto"/>
          </w:tcPr>
          <w:p w14:paraId="6D82651C" w14:textId="77777777" w:rsidR="00EA586F" w:rsidRPr="00EA586F" w:rsidRDefault="00EA586F" w:rsidP="00EA586F">
            <w:pPr>
              <w:keepNext/>
              <w:spacing w:line="276" w:lineRule="auto"/>
              <w:ind w:right="-442"/>
              <w:outlineLvl w:val="2"/>
              <w:rPr>
                <w:bCs/>
                <w:sz w:val="28"/>
                <w:szCs w:val="28"/>
                <w:lang w:val="uk-UA" w:eastAsia="en-US"/>
              </w:rPr>
            </w:pPr>
          </w:p>
        </w:tc>
        <w:tc>
          <w:tcPr>
            <w:tcW w:w="4069" w:type="dxa"/>
            <w:shd w:val="clear" w:color="auto" w:fill="auto"/>
          </w:tcPr>
          <w:p w14:paraId="3E6DC76D" w14:textId="77777777" w:rsidR="00EA586F" w:rsidRPr="00EA586F" w:rsidRDefault="00EA586F" w:rsidP="00EA586F">
            <w:pPr>
              <w:keepNext/>
              <w:spacing w:line="276" w:lineRule="auto"/>
              <w:outlineLvl w:val="2"/>
              <w:rPr>
                <w:bCs/>
                <w:sz w:val="28"/>
                <w:szCs w:val="28"/>
                <w:lang w:val="uk-UA" w:eastAsia="en-US"/>
              </w:rPr>
            </w:pPr>
            <w:r w:rsidRPr="00EA586F">
              <w:rPr>
                <w:bCs/>
                <w:sz w:val="28"/>
                <w:szCs w:val="28"/>
                <w:lang w:val="uk-UA" w:eastAsia="en-US"/>
              </w:rPr>
              <w:t xml:space="preserve">Додаток </w:t>
            </w:r>
            <w:r>
              <w:rPr>
                <w:bCs/>
                <w:sz w:val="28"/>
                <w:szCs w:val="28"/>
                <w:lang w:val="uk-UA" w:eastAsia="en-US"/>
              </w:rPr>
              <w:t>2</w:t>
            </w:r>
          </w:p>
        </w:tc>
      </w:tr>
      <w:tr w:rsidR="00EA586F" w:rsidRPr="00EA586F" w14:paraId="69BCC8D2" w14:textId="77777777" w:rsidTr="00524CED">
        <w:tc>
          <w:tcPr>
            <w:tcW w:w="3936" w:type="dxa"/>
            <w:shd w:val="clear" w:color="auto" w:fill="auto"/>
          </w:tcPr>
          <w:p w14:paraId="530769C6" w14:textId="77777777" w:rsidR="00EA586F" w:rsidRPr="00EA586F" w:rsidRDefault="00EA586F" w:rsidP="00EA586F">
            <w:pPr>
              <w:keepNext/>
              <w:spacing w:line="276" w:lineRule="auto"/>
              <w:ind w:right="40"/>
              <w:outlineLvl w:val="2"/>
              <w:rPr>
                <w:bCs/>
                <w:sz w:val="28"/>
                <w:szCs w:val="28"/>
                <w:lang w:val="uk-UA" w:eastAsia="en-US"/>
              </w:rPr>
            </w:pPr>
          </w:p>
        </w:tc>
        <w:tc>
          <w:tcPr>
            <w:tcW w:w="2126" w:type="dxa"/>
            <w:shd w:val="clear" w:color="auto" w:fill="auto"/>
          </w:tcPr>
          <w:p w14:paraId="5E71A4A0" w14:textId="77777777" w:rsidR="00EA586F" w:rsidRPr="00EA586F" w:rsidRDefault="00EA586F" w:rsidP="00EA586F">
            <w:pPr>
              <w:keepNext/>
              <w:spacing w:line="276" w:lineRule="auto"/>
              <w:ind w:right="-442"/>
              <w:outlineLvl w:val="2"/>
              <w:rPr>
                <w:bCs/>
                <w:sz w:val="28"/>
                <w:szCs w:val="28"/>
                <w:lang w:val="uk-UA" w:eastAsia="en-US"/>
              </w:rPr>
            </w:pPr>
          </w:p>
        </w:tc>
        <w:tc>
          <w:tcPr>
            <w:tcW w:w="4069" w:type="dxa"/>
            <w:shd w:val="clear" w:color="auto" w:fill="auto"/>
          </w:tcPr>
          <w:p w14:paraId="48C563D8" w14:textId="77777777" w:rsidR="00EA586F" w:rsidRPr="00EA586F" w:rsidRDefault="00EA586F" w:rsidP="00EA586F">
            <w:pPr>
              <w:keepNext/>
              <w:spacing w:line="276" w:lineRule="auto"/>
              <w:outlineLvl w:val="2"/>
              <w:rPr>
                <w:bCs/>
                <w:sz w:val="28"/>
                <w:szCs w:val="28"/>
                <w:lang w:val="uk-UA" w:eastAsia="en-US"/>
              </w:rPr>
            </w:pPr>
            <w:r w:rsidRPr="00EA586F">
              <w:rPr>
                <w:bCs/>
                <w:sz w:val="28"/>
                <w:szCs w:val="28"/>
                <w:lang w:val="uk-UA" w:eastAsia="en-US"/>
              </w:rPr>
              <w:t xml:space="preserve">до Порядку ведення </w:t>
            </w:r>
            <w:r w:rsidR="008173C4">
              <w:rPr>
                <w:bCs/>
                <w:sz w:val="28"/>
                <w:szCs w:val="28"/>
                <w:lang w:val="uk-UA" w:eastAsia="en-US"/>
              </w:rPr>
              <w:t>Є</w:t>
            </w:r>
            <w:r w:rsidRPr="00EA586F">
              <w:rPr>
                <w:bCs/>
                <w:sz w:val="28"/>
                <w:szCs w:val="28"/>
                <w:lang w:val="uk-UA" w:eastAsia="en-US"/>
              </w:rPr>
              <w:t xml:space="preserve">диної бази даних звітів про оцінку </w:t>
            </w:r>
          </w:p>
          <w:p w14:paraId="57942784" w14:textId="77777777" w:rsidR="00EA586F" w:rsidRPr="00EA586F" w:rsidRDefault="00EA586F" w:rsidP="00EA586F">
            <w:pPr>
              <w:keepNext/>
              <w:spacing w:line="276" w:lineRule="auto"/>
              <w:outlineLvl w:val="2"/>
              <w:rPr>
                <w:bCs/>
                <w:sz w:val="28"/>
                <w:szCs w:val="28"/>
                <w:lang w:val="uk-UA" w:eastAsia="en-US"/>
              </w:rPr>
            </w:pPr>
            <w:r w:rsidRPr="00EA586F">
              <w:rPr>
                <w:bCs/>
                <w:sz w:val="28"/>
                <w:szCs w:val="28"/>
                <w:lang w:val="uk-UA" w:eastAsia="en-US"/>
              </w:rPr>
              <w:t>(пункт 5 розділу ІІІ)</w:t>
            </w:r>
          </w:p>
        </w:tc>
      </w:tr>
      <w:tr w:rsidR="00395994" w:rsidRPr="00395994" w14:paraId="6BD27A9D" w14:textId="77777777" w:rsidTr="00134013">
        <w:tc>
          <w:tcPr>
            <w:tcW w:w="3936" w:type="dxa"/>
            <w:shd w:val="clear" w:color="auto" w:fill="auto"/>
          </w:tcPr>
          <w:p w14:paraId="2242F702" w14:textId="77777777" w:rsidR="00395994" w:rsidRPr="00395994" w:rsidRDefault="00395994" w:rsidP="00395994">
            <w:pPr>
              <w:keepNext/>
              <w:spacing w:line="276" w:lineRule="auto"/>
              <w:ind w:right="40"/>
              <w:jc w:val="both"/>
              <w:outlineLvl w:val="2"/>
              <w:rPr>
                <w:bCs/>
                <w:lang w:val="uk-UA" w:eastAsia="en-US"/>
              </w:rPr>
            </w:pPr>
            <w:r w:rsidRPr="00395994">
              <w:rPr>
                <w:bCs/>
                <w:lang w:val="uk-UA" w:eastAsia="en-US"/>
              </w:rPr>
              <w:t>_____  ______________  20___ року</w:t>
            </w:r>
          </w:p>
        </w:tc>
        <w:tc>
          <w:tcPr>
            <w:tcW w:w="2126" w:type="dxa"/>
            <w:shd w:val="clear" w:color="auto" w:fill="auto"/>
          </w:tcPr>
          <w:p w14:paraId="7E0ACA56" w14:textId="77777777" w:rsidR="00395994" w:rsidRPr="00395994" w:rsidRDefault="00395994" w:rsidP="00395994">
            <w:pPr>
              <w:keepNext/>
              <w:spacing w:line="276" w:lineRule="auto"/>
              <w:ind w:right="40"/>
              <w:jc w:val="center"/>
              <w:outlineLvl w:val="2"/>
              <w:rPr>
                <w:bCs/>
                <w:lang w:val="uk-UA" w:eastAsia="en-US"/>
              </w:rPr>
            </w:pPr>
          </w:p>
        </w:tc>
        <w:tc>
          <w:tcPr>
            <w:tcW w:w="4069" w:type="dxa"/>
            <w:tcBorders>
              <w:bottom w:val="single" w:sz="4" w:space="0" w:color="auto"/>
            </w:tcBorders>
            <w:shd w:val="clear" w:color="auto" w:fill="auto"/>
          </w:tcPr>
          <w:p w14:paraId="7F01316F" w14:textId="77777777" w:rsidR="00395994" w:rsidRPr="00395994" w:rsidRDefault="00395994" w:rsidP="00395994">
            <w:pPr>
              <w:keepNext/>
              <w:spacing w:line="276" w:lineRule="auto"/>
              <w:ind w:right="40"/>
              <w:jc w:val="center"/>
              <w:outlineLvl w:val="2"/>
              <w:rPr>
                <w:bCs/>
                <w:lang w:val="uk-UA" w:eastAsia="en-US"/>
              </w:rPr>
            </w:pPr>
          </w:p>
        </w:tc>
      </w:tr>
      <w:tr w:rsidR="00395994" w:rsidRPr="00395994" w14:paraId="74EFE9C4" w14:textId="77777777" w:rsidTr="00134013">
        <w:trPr>
          <w:trHeight w:val="633"/>
        </w:trPr>
        <w:tc>
          <w:tcPr>
            <w:tcW w:w="3936" w:type="dxa"/>
            <w:shd w:val="clear" w:color="auto" w:fill="auto"/>
          </w:tcPr>
          <w:p w14:paraId="04B6CCA7" w14:textId="7EEAB256" w:rsidR="00395994" w:rsidRPr="00395994" w:rsidRDefault="00395994" w:rsidP="00395994">
            <w:pPr>
              <w:keepNext/>
              <w:spacing w:line="276" w:lineRule="auto"/>
              <w:ind w:right="40"/>
              <w:jc w:val="both"/>
              <w:outlineLvl w:val="2"/>
              <w:rPr>
                <w:bCs/>
                <w:lang w:val="uk-UA" w:eastAsia="en-US"/>
              </w:rPr>
            </w:pPr>
            <w:r w:rsidRPr="00395994">
              <w:rPr>
                <w:bCs/>
                <w:lang w:val="uk-UA" w:eastAsia="en-US"/>
              </w:rPr>
              <w:t>(дата реєстрації в Єдиній базі даних звітів про оцінку)</w:t>
            </w:r>
          </w:p>
        </w:tc>
        <w:tc>
          <w:tcPr>
            <w:tcW w:w="2126" w:type="dxa"/>
            <w:shd w:val="clear" w:color="auto" w:fill="auto"/>
          </w:tcPr>
          <w:p w14:paraId="73D5E0A1" w14:textId="77777777" w:rsidR="00395994" w:rsidRPr="00395994" w:rsidRDefault="00395994" w:rsidP="00395994">
            <w:pPr>
              <w:keepNext/>
              <w:spacing w:line="276" w:lineRule="auto"/>
              <w:ind w:right="-442"/>
              <w:jc w:val="center"/>
              <w:outlineLvl w:val="2"/>
              <w:rPr>
                <w:bCs/>
                <w:lang w:val="uk-UA" w:eastAsia="en-US"/>
              </w:rPr>
            </w:pPr>
          </w:p>
        </w:tc>
        <w:tc>
          <w:tcPr>
            <w:tcW w:w="4069" w:type="dxa"/>
            <w:tcBorders>
              <w:top w:val="single" w:sz="4" w:space="0" w:color="auto"/>
            </w:tcBorders>
            <w:shd w:val="clear" w:color="auto" w:fill="auto"/>
          </w:tcPr>
          <w:p w14:paraId="6F178901" w14:textId="0CC88FEC" w:rsidR="00395994" w:rsidRPr="00395994" w:rsidRDefault="00395994" w:rsidP="00395994">
            <w:pPr>
              <w:keepNext/>
              <w:spacing w:line="276" w:lineRule="auto"/>
              <w:jc w:val="center"/>
              <w:outlineLvl w:val="2"/>
              <w:rPr>
                <w:bCs/>
                <w:lang w:val="uk-UA" w:eastAsia="en-US"/>
              </w:rPr>
            </w:pPr>
            <w:r w:rsidRPr="00395994">
              <w:rPr>
                <w:bCs/>
                <w:lang w:val="uk-UA" w:eastAsia="en-US"/>
              </w:rPr>
              <w:t>(унікальний реєстраційний номер)</w:t>
            </w:r>
          </w:p>
        </w:tc>
      </w:tr>
      <w:tr w:rsidR="00395994" w:rsidRPr="00395994" w14:paraId="45198050" w14:textId="77777777" w:rsidTr="00134013">
        <w:tc>
          <w:tcPr>
            <w:tcW w:w="3936" w:type="dxa"/>
            <w:shd w:val="clear" w:color="auto" w:fill="auto"/>
          </w:tcPr>
          <w:p w14:paraId="32E7EE87" w14:textId="77777777" w:rsidR="00395994" w:rsidRPr="00395994" w:rsidRDefault="00395994" w:rsidP="00395994">
            <w:pPr>
              <w:keepNext/>
              <w:spacing w:line="276" w:lineRule="auto"/>
              <w:ind w:right="40"/>
              <w:jc w:val="center"/>
              <w:outlineLvl w:val="2"/>
              <w:rPr>
                <w:bCs/>
                <w:lang w:val="uk-UA" w:eastAsia="en-US"/>
              </w:rPr>
            </w:pPr>
          </w:p>
        </w:tc>
        <w:tc>
          <w:tcPr>
            <w:tcW w:w="2126" w:type="dxa"/>
            <w:shd w:val="clear" w:color="auto" w:fill="auto"/>
          </w:tcPr>
          <w:p w14:paraId="06B6814C" w14:textId="77777777" w:rsidR="00395994" w:rsidRPr="00395994" w:rsidRDefault="00395994" w:rsidP="00395994">
            <w:pPr>
              <w:keepNext/>
              <w:spacing w:line="276" w:lineRule="auto"/>
              <w:ind w:right="-442"/>
              <w:jc w:val="center"/>
              <w:outlineLvl w:val="2"/>
              <w:rPr>
                <w:bCs/>
                <w:lang w:val="uk-UA" w:eastAsia="en-US"/>
              </w:rPr>
            </w:pPr>
          </w:p>
        </w:tc>
        <w:tc>
          <w:tcPr>
            <w:tcW w:w="4069" w:type="dxa"/>
            <w:tcBorders>
              <w:bottom w:val="single" w:sz="4" w:space="0" w:color="auto"/>
            </w:tcBorders>
            <w:shd w:val="clear" w:color="auto" w:fill="auto"/>
          </w:tcPr>
          <w:p w14:paraId="228AE254" w14:textId="77777777" w:rsidR="00395994" w:rsidRPr="00395994" w:rsidRDefault="00395994" w:rsidP="00395994">
            <w:pPr>
              <w:keepNext/>
              <w:spacing w:line="276" w:lineRule="auto"/>
              <w:jc w:val="center"/>
              <w:outlineLvl w:val="2"/>
              <w:rPr>
                <w:bCs/>
                <w:lang w:val="uk-UA" w:eastAsia="en-US"/>
              </w:rPr>
            </w:pPr>
          </w:p>
        </w:tc>
      </w:tr>
      <w:tr w:rsidR="00395994" w:rsidRPr="00395994" w14:paraId="598B046A" w14:textId="77777777" w:rsidTr="00134013">
        <w:tc>
          <w:tcPr>
            <w:tcW w:w="3936" w:type="dxa"/>
            <w:shd w:val="clear" w:color="auto" w:fill="auto"/>
          </w:tcPr>
          <w:p w14:paraId="7E5C680E" w14:textId="77777777" w:rsidR="00395994" w:rsidRPr="00395994" w:rsidRDefault="00395994" w:rsidP="00395994">
            <w:pPr>
              <w:keepNext/>
              <w:spacing w:line="276" w:lineRule="auto"/>
              <w:ind w:right="40"/>
              <w:jc w:val="center"/>
              <w:outlineLvl w:val="2"/>
              <w:rPr>
                <w:bCs/>
                <w:lang w:val="uk-UA" w:eastAsia="en-US"/>
              </w:rPr>
            </w:pPr>
          </w:p>
        </w:tc>
        <w:tc>
          <w:tcPr>
            <w:tcW w:w="2126" w:type="dxa"/>
            <w:shd w:val="clear" w:color="auto" w:fill="auto"/>
          </w:tcPr>
          <w:p w14:paraId="3A10EFFA" w14:textId="77777777" w:rsidR="00395994" w:rsidRPr="00395994" w:rsidRDefault="00395994" w:rsidP="00395994">
            <w:pPr>
              <w:keepNext/>
              <w:spacing w:line="276" w:lineRule="auto"/>
              <w:ind w:right="40"/>
              <w:jc w:val="center"/>
              <w:outlineLvl w:val="2"/>
              <w:rPr>
                <w:bCs/>
                <w:lang w:val="uk-UA" w:eastAsia="en-US"/>
              </w:rPr>
            </w:pPr>
          </w:p>
        </w:tc>
        <w:tc>
          <w:tcPr>
            <w:tcW w:w="4069" w:type="dxa"/>
            <w:tcBorders>
              <w:top w:val="single" w:sz="4" w:space="0" w:color="auto"/>
            </w:tcBorders>
            <w:shd w:val="clear" w:color="auto" w:fill="auto"/>
          </w:tcPr>
          <w:p w14:paraId="36D30C48" w14:textId="77777777" w:rsidR="00395994" w:rsidRPr="00395994" w:rsidRDefault="00395994" w:rsidP="00395994">
            <w:pPr>
              <w:keepNext/>
              <w:spacing w:line="276" w:lineRule="auto"/>
              <w:ind w:right="40"/>
              <w:jc w:val="center"/>
              <w:outlineLvl w:val="2"/>
              <w:rPr>
                <w:bCs/>
                <w:lang w:val="uk-UA" w:eastAsia="en-US"/>
              </w:rPr>
            </w:pPr>
            <w:r w:rsidRPr="00395994">
              <w:rPr>
                <w:bCs/>
                <w:lang w:val="uk-UA" w:eastAsia="en-US"/>
              </w:rPr>
              <w:t>(пароль пошуку)</w:t>
            </w:r>
          </w:p>
        </w:tc>
      </w:tr>
    </w:tbl>
    <w:p w14:paraId="2C244B0F" w14:textId="77777777" w:rsidR="00BA2F11" w:rsidRPr="007E2D8E" w:rsidRDefault="00BA2F11" w:rsidP="00BA2F11">
      <w:pPr>
        <w:pStyle w:val="a8"/>
        <w:spacing w:before="0" w:beforeAutospacing="0" w:after="0" w:afterAutospacing="0"/>
        <w:jc w:val="center"/>
        <w:rPr>
          <w:b/>
          <w:bCs/>
          <w:sz w:val="28"/>
          <w:szCs w:val="28"/>
          <w:lang w:val="uk-UA"/>
        </w:rPr>
      </w:pPr>
      <w:r w:rsidRPr="007E2D8E">
        <w:rPr>
          <w:b/>
          <w:bCs/>
          <w:sz w:val="28"/>
          <w:szCs w:val="28"/>
          <w:lang w:val="uk-UA"/>
        </w:rPr>
        <w:t>Електронна довідка</w:t>
      </w:r>
    </w:p>
    <w:p w14:paraId="076038D2" w14:textId="77777777" w:rsidR="00BD3727" w:rsidRPr="001D07ED" w:rsidRDefault="00BA2F11" w:rsidP="00BA2F11">
      <w:pPr>
        <w:pStyle w:val="a8"/>
        <w:spacing w:before="0" w:beforeAutospacing="0" w:after="0" w:afterAutospacing="0"/>
        <w:jc w:val="center"/>
        <w:rPr>
          <w:b/>
          <w:bCs/>
          <w:kern w:val="24"/>
          <w:lang w:val="uk-UA"/>
        </w:rPr>
      </w:pPr>
      <w:r w:rsidRPr="007E2D8E">
        <w:rPr>
          <w:b/>
          <w:bCs/>
          <w:sz w:val="28"/>
          <w:szCs w:val="28"/>
          <w:lang w:val="uk-UA"/>
        </w:rPr>
        <w:t xml:space="preserve">про оціночну вартість об’єкта нерухомості, неподільного об’єкта незавершеного </w:t>
      </w:r>
      <w:r w:rsidRPr="001D07ED">
        <w:rPr>
          <w:b/>
          <w:bCs/>
          <w:sz w:val="28"/>
          <w:szCs w:val="28"/>
          <w:lang w:val="uk-UA"/>
        </w:rPr>
        <w:t>будівництва</w:t>
      </w:r>
      <w:r w:rsidR="00431B0E" w:rsidRPr="001D07ED">
        <w:rPr>
          <w:b/>
          <w:bCs/>
          <w:sz w:val="28"/>
          <w:szCs w:val="28"/>
          <w:lang w:val="uk-UA"/>
        </w:rPr>
        <w:t xml:space="preserve"> </w:t>
      </w:r>
      <w:r w:rsidRPr="001D07ED">
        <w:rPr>
          <w:b/>
          <w:bCs/>
          <w:sz w:val="28"/>
          <w:szCs w:val="28"/>
          <w:lang w:val="uk-UA"/>
        </w:rPr>
        <w:t>/</w:t>
      </w:r>
      <w:r w:rsidR="00431B0E" w:rsidRPr="001D07ED">
        <w:rPr>
          <w:b/>
          <w:bCs/>
          <w:sz w:val="28"/>
          <w:szCs w:val="28"/>
          <w:lang w:val="uk-UA"/>
        </w:rPr>
        <w:t xml:space="preserve"> </w:t>
      </w:r>
      <w:r w:rsidRPr="001D07ED">
        <w:rPr>
          <w:b/>
          <w:bCs/>
          <w:sz w:val="28"/>
          <w:szCs w:val="28"/>
          <w:lang w:val="uk-UA"/>
        </w:rPr>
        <w:t>майбутнього об’єкта нерухомості</w:t>
      </w:r>
    </w:p>
    <w:p w14:paraId="13D32FE3" w14:textId="77777777" w:rsidR="0015605B" w:rsidRPr="001D07ED" w:rsidRDefault="0015605B" w:rsidP="00B740F3">
      <w:pPr>
        <w:pStyle w:val="a8"/>
        <w:spacing w:before="0" w:beforeAutospacing="0" w:after="0" w:afterAutospacing="0"/>
        <w:jc w:val="both"/>
        <w:rPr>
          <w:sz w:val="22"/>
          <w:szCs w:val="22"/>
          <w:lang w:val="uk-UA"/>
        </w:rPr>
      </w:pPr>
    </w:p>
    <w:p w14:paraId="27E0D223" w14:textId="77777777" w:rsidR="00CE423F" w:rsidRPr="001D07ED" w:rsidRDefault="00CE423F" w:rsidP="00B740F3">
      <w:pPr>
        <w:jc w:val="both"/>
        <w:rPr>
          <w:kern w:val="24"/>
          <w:lang w:val="uk-UA"/>
        </w:rPr>
      </w:pPr>
      <w:r w:rsidRPr="001D07ED">
        <w:rPr>
          <w:kern w:val="24"/>
          <w:lang w:val="uk-UA"/>
        </w:rPr>
        <w:t>Увага! Використання електронної довідки про оціночну вартість для цілей відмінних від тих, що зазначені в статті 172 Податкового кодексу України</w:t>
      </w:r>
      <w:r w:rsidR="00F148EC" w:rsidRPr="001D07ED">
        <w:rPr>
          <w:kern w:val="24"/>
          <w:lang w:val="uk-UA"/>
        </w:rPr>
        <w:t>,</w:t>
      </w:r>
      <w:r w:rsidRPr="001D07ED">
        <w:rPr>
          <w:kern w:val="24"/>
          <w:lang w:val="uk-UA"/>
        </w:rPr>
        <w:t xml:space="preserve"> не допускається.</w:t>
      </w:r>
    </w:p>
    <w:p w14:paraId="76EA44CE" w14:textId="77777777" w:rsidR="00CE423F" w:rsidRPr="001D07ED" w:rsidRDefault="00CE423F" w:rsidP="00B740F3">
      <w:pPr>
        <w:jc w:val="both"/>
        <w:rPr>
          <w:kern w:val="24"/>
          <w:lang w:val="uk-UA"/>
        </w:rPr>
      </w:pPr>
    </w:p>
    <w:p w14:paraId="145E869A" w14:textId="77777777" w:rsidR="00574EB4" w:rsidRPr="00A36800" w:rsidRDefault="00574EB4" w:rsidP="00B740F3">
      <w:pPr>
        <w:jc w:val="both"/>
        <w:rPr>
          <w:kern w:val="24"/>
          <w:lang w:val="uk-UA"/>
        </w:rPr>
      </w:pPr>
      <w:r w:rsidRPr="001D07ED">
        <w:rPr>
          <w:kern w:val="24"/>
          <w:lang w:val="uk-UA"/>
        </w:rPr>
        <w:t>1. Заявник (прізвище, ім’я, по батькові</w:t>
      </w:r>
      <w:r w:rsidR="00431B0E" w:rsidRPr="001D07ED">
        <w:rPr>
          <w:kern w:val="24"/>
          <w:lang w:val="uk-UA"/>
        </w:rPr>
        <w:t xml:space="preserve"> (за наявності)</w:t>
      </w:r>
      <w:r w:rsidR="00535E1D" w:rsidRPr="001D07ED">
        <w:rPr>
          <w:kern w:val="24"/>
          <w:lang w:val="uk-UA"/>
        </w:rPr>
        <w:t xml:space="preserve"> або найменування</w:t>
      </w:r>
      <w:r w:rsidR="00535E1D" w:rsidRPr="00A36800">
        <w:rPr>
          <w:kern w:val="24"/>
          <w:lang w:val="uk-UA"/>
        </w:rPr>
        <w:t xml:space="preserve"> юридичної особи</w:t>
      </w:r>
      <w:r w:rsidRPr="00A36800">
        <w:rPr>
          <w:kern w:val="24"/>
          <w:lang w:val="uk-UA"/>
        </w:rPr>
        <w:t>)</w:t>
      </w:r>
      <w:r w:rsidR="00431B0E">
        <w:rPr>
          <w:kern w:val="24"/>
          <w:lang w:val="uk-UA"/>
        </w:rPr>
        <w:t>)</w:t>
      </w:r>
      <w:r w:rsidRPr="00A36800">
        <w:rPr>
          <w:kern w:val="24"/>
          <w:lang w:val="uk-UA"/>
        </w:rPr>
        <w:t xml:space="preserve">  </w:t>
      </w:r>
    </w:p>
    <w:p w14:paraId="095E8DDA" w14:textId="4807CB1E" w:rsidR="00574EB4" w:rsidRPr="00A36800" w:rsidRDefault="00574EB4" w:rsidP="00574EB4">
      <w:pPr>
        <w:jc w:val="both"/>
        <w:rPr>
          <w:kern w:val="24"/>
          <w:lang w:val="uk-UA"/>
        </w:rPr>
      </w:pPr>
      <w:r w:rsidRPr="00A36800">
        <w:rPr>
          <w:kern w:val="24"/>
          <w:lang w:val="uk-UA"/>
        </w:rPr>
        <w:t>___________________________________________________________________________________</w:t>
      </w:r>
    </w:p>
    <w:p w14:paraId="0B7497C0" w14:textId="77777777" w:rsidR="00B740F3" w:rsidRPr="00A36800" w:rsidRDefault="00B740F3" w:rsidP="00574EB4">
      <w:pPr>
        <w:jc w:val="both"/>
        <w:rPr>
          <w:kern w:val="24"/>
          <w:lang w:val="uk-UA"/>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
        <w:gridCol w:w="1026"/>
        <w:gridCol w:w="1026"/>
        <w:gridCol w:w="1026"/>
        <w:gridCol w:w="1026"/>
        <w:gridCol w:w="1026"/>
        <w:gridCol w:w="1026"/>
        <w:gridCol w:w="1026"/>
        <w:gridCol w:w="1026"/>
        <w:gridCol w:w="1026"/>
      </w:tblGrid>
      <w:tr w:rsidR="00B740F3" w:rsidRPr="00A36800" w14:paraId="5F915487" w14:textId="77777777" w:rsidTr="00B702CC">
        <w:trPr>
          <w:trHeight w:val="529"/>
        </w:trPr>
        <w:tc>
          <w:tcPr>
            <w:tcW w:w="1026" w:type="dxa"/>
            <w:shd w:val="clear" w:color="auto" w:fill="auto"/>
          </w:tcPr>
          <w:p w14:paraId="12EE5308" w14:textId="77777777" w:rsidR="00B740F3" w:rsidRPr="00A36800" w:rsidRDefault="00B740F3" w:rsidP="00B702CC">
            <w:pPr>
              <w:rPr>
                <w:lang w:val="uk-UA"/>
              </w:rPr>
            </w:pPr>
          </w:p>
        </w:tc>
        <w:tc>
          <w:tcPr>
            <w:tcW w:w="1026" w:type="dxa"/>
            <w:shd w:val="clear" w:color="auto" w:fill="auto"/>
          </w:tcPr>
          <w:p w14:paraId="5BF408CF" w14:textId="77777777" w:rsidR="00B740F3" w:rsidRPr="00A36800" w:rsidRDefault="00B740F3" w:rsidP="00B702CC">
            <w:pPr>
              <w:rPr>
                <w:lang w:val="uk-UA"/>
              </w:rPr>
            </w:pPr>
          </w:p>
        </w:tc>
        <w:tc>
          <w:tcPr>
            <w:tcW w:w="1026" w:type="dxa"/>
            <w:shd w:val="clear" w:color="auto" w:fill="auto"/>
          </w:tcPr>
          <w:p w14:paraId="3C02E22A" w14:textId="77777777" w:rsidR="00B740F3" w:rsidRPr="00A36800" w:rsidRDefault="00B740F3" w:rsidP="00B702CC">
            <w:pPr>
              <w:rPr>
                <w:lang w:val="uk-UA"/>
              </w:rPr>
            </w:pPr>
          </w:p>
        </w:tc>
        <w:tc>
          <w:tcPr>
            <w:tcW w:w="1026" w:type="dxa"/>
            <w:shd w:val="clear" w:color="auto" w:fill="auto"/>
          </w:tcPr>
          <w:p w14:paraId="55AB2D7D" w14:textId="77777777" w:rsidR="00B740F3" w:rsidRPr="00A36800" w:rsidRDefault="00B740F3" w:rsidP="00B702CC">
            <w:pPr>
              <w:rPr>
                <w:lang w:val="uk-UA"/>
              </w:rPr>
            </w:pPr>
          </w:p>
        </w:tc>
        <w:tc>
          <w:tcPr>
            <w:tcW w:w="1026" w:type="dxa"/>
            <w:shd w:val="clear" w:color="auto" w:fill="auto"/>
          </w:tcPr>
          <w:p w14:paraId="22FCF226" w14:textId="77777777" w:rsidR="00B740F3" w:rsidRPr="00A36800" w:rsidRDefault="00B740F3" w:rsidP="00B702CC">
            <w:pPr>
              <w:rPr>
                <w:lang w:val="uk-UA"/>
              </w:rPr>
            </w:pPr>
          </w:p>
        </w:tc>
        <w:tc>
          <w:tcPr>
            <w:tcW w:w="1026" w:type="dxa"/>
            <w:shd w:val="clear" w:color="auto" w:fill="auto"/>
          </w:tcPr>
          <w:p w14:paraId="5CE25832" w14:textId="77777777" w:rsidR="00B740F3" w:rsidRPr="00A36800" w:rsidRDefault="00B740F3" w:rsidP="00B702CC">
            <w:pPr>
              <w:rPr>
                <w:lang w:val="uk-UA"/>
              </w:rPr>
            </w:pPr>
          </w:p>
        </w:tc>
        <w:tc>
          <w:tcPr>
            <w:tcW w:w="1026" w:type="dxa"/>
            <w:shd w:val="clear" w:color="auto" w:fill="auto"/>
          </w:tcPr>
          <w:p w14:paraId="725E5F70" w14:textId="77777777" w:rsidR="00B740F3" w:rsidRPr="00A36800" w:rsidRDefault="00B740F3" w:rsidP="00B702CC">
            <w:pPr>
              <w:rPr>
                <w:lang w:val="uk-UA"/>
              </w:rPr>
            </w:pPr>
          </w:p>
        </w:tc>
        <w:tc>
          <w:tcPr>
            <w:tcW w:w="1026" w:type="dxa"/>
            <w:shd w:val="clear" w:color="auto" w:fill="auto"/>
          </w:tcPr>
          <w:p w14:paraId="29802D65" w14:textId="77777777" w:rsidR="00B740F3" w:rsidRPr="00A36800" w:rsidRDefault="00B740F3" w:rsidP="00B702CC">
            <w:pPr>
              <w:rPr>
                <w:lang w:val="uk-UA"/>
              </w:rPr>
            </w:pPr>
          </w:p>
        </w:tc>
        <w:tc>
          <w:tcPr>
            <w:tcW w:w="1026" w:type="dxa"/>
            <w:shd w:val="clear" w:color="auto" w:fill="auto"/>
          </w:tcPr>
          <w:p w14:paraId="355A5023" w14:textId="77777777" w:rsidR="00B740F3" w:rsidRPr="00A36800" w:rsidRDefault="00B740F3" w:rsidP="00B702CC">
            <w:pPr>
              <w:rPr>
                <w:lang w:val="uk-UA"/>
              </w:rPr>
            </w:pPr>
          </w:p>
        </w:tc>
        <w:tc>
          <w:tcPr>
            <w:tcW w:w="1026" w:type="dxa"/>
            <w:tcBorders>
              <w:right w:val="single" w:sz="4" w:space="0" w:color="auto"/>
            </w:tcBorders>
            <w:shd w:val="clear" w:color="auto" w:fill="auto"/>
          </w:tcPr>
          <w:p w14:paraId="64C11D63" w14:textId="77777777" w:rsidR="00B740F3" w:rsidRPr="00A36800" w:rsidRDefault="00B740F3" w:rsidP="00B702CC">
            <w:pPr>
              <w:rPr>
                <w:lang w:val="uk-UA"/>
              </w:rPr>
            </w:pPr>
          </w:p>
        </w:tc>
      </w:tr>
    </w:tbl>
    <w:p w14:paraId="656498A8" w14:textId="77777777" w:rsidR="0055105C" w:rsidRPr="00A36800" w:rsidRDefault="00B740F3" w:rsidP="00B740F3">
      <w:pPr>
        <w:tabs>
          <w:tab w:val="left" w:pos="-416"/>
          <w:tab w:val="left" w:pos="2501"/>
        </w:tabs>
        <w:jc w:val="center"/>
        <w:rPr>
          <w:kern w:val="24"/>
          <w:sz w:val="20"/>
          <w:szCs w:val="20"/>
          <w:lang w:val="uk-UA"/>
        </w:rPr>
      </w:pPr>
      <w:r w:rsidRPr="00A36800">
        <w:rPr>
          <w:kern w:val="24"/>
          <w:sz w:val="20"/>
          <w:szCs w:val="20"/>
          <w:lang w:val="uk-UA"/>
        </w:rPr>
        <w:t>(</w:t>
      </w:r>
      <w:r w:rsidR="00121B62" w:rsidRPr="001D07ED">
        <w:rPr>
          <w:kern w:val="24"/>
          <w:sz w:val="20"/>
          <w:szCs w:val="20"/>
          <w:lang w:val="uk-UA"/>
        </w:rPr>
        <w:t>Код</w:t>
      </w:r>
      <w:r w:rsidR="00431B0E" w:rsidRPr="001D07ED">
        <w:rPr>
          <w:kern w:val="24"/>
          <w:sz w:val="20"/>
          <w:szCs w:val="20"/>
          <w:lang w:val="uk-UA"/>
        </w:rPr>
        <w:t xml:space="preserve"> згідно з</w:t>
      </w:r>
      <w:r w:rsidR="00121B62" w:rsidRPr="001D07ED">
        <w:rPr>
          <w:kern w:val="24"/>
          <w:sz w:val="20"/>
          <w:szCs w:val="20"/>
          <w:lang w:val="uk-UA"/>
        </w:rPr>
        <w:t xml:space="preserve"> ЄДРПОУ, </w:t>
      </w:r>
      <w:r w:rsidRPr="001D07ED">
        <w:rPr>
          <w:kern w:val="24"/>
          <w:sz w:val="20"/>
          <w:szCs w:val="20"/>
          <w:lang w:val="uk-UA"/>
        </w:rPr>
        <w:t xml:space="preserve">реєстраційний номер облікової картки платника податків або серія </w:t>
      </w:r>
      <w:r w:rsidR="00431B0E" w:rsidRPr="001D07ED">
        <w:rPr>
          <w:kern w:val="24"/>
          <w:sz w:val="20"/>
          <w:szCs w:val="20"/>
          <w:lang w:val="uk-UA"/>
        </w:rPr>
        <w:t xml:space="preserve">(за наявності) </w:t>
      </w:r>
      <w:r w:rsidRPr="001D07ED">
        <w:rPr>
          <w:kern w:val="24"/>
          <w:sz w:val="20"/>
          <w:szCs w:val="20"/>
          <w:lang w:val="uk-UA"/>
        </w:rPr>
        <w:t>та номер</w:t>
      </w:r>
      <w:r w:rsidRPr="00A36800">
        <w:rPr>
          <w:kern w:val="24"/>
          <w:sz w:val="20"/>
          <w:szCs w:val="20"/>
          <w:lang w:val="uk-UA"/>
        </w:rPr>
        <w:t xml:space="preserve">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p>
    <w:p w14:paraId="5F414829" w14:textId="77777777" w:rsidR="00B740F3" w:rsidRPr="00A36800" w:rsidRDefault="00B740F3" w:rsidP="00574EB4">
      <w:pPr>
        <w:tabs>
          <w:tab w:val="left" w:pos="-416"/>
          <w:tab w:val="left" w:pos="2501"/>
        </w:tabs>
        <w:rPr>
          <w:kern w:val="24"/>
          <w:sz w:val="16"/>
          <w:szCs w:val="16"/>
          <w:lang w:val="uk-UA"/>
        </w:rPr>
      </w:pPr>
    </w:p>
    <w:p w14:paraId="667A32A5" w14:textId="77777777" w:rsidR="00574EB4" w:rsidRPr="00A36800" w:rsidRDefault="0055105C" w:rsidP="00574EB4">
      <w:pPr>
        <w:tabs>
          <w:tab w:val="left" w:pos="-416"/>
          <w:tab w:val="left" w:pos="2501"/>
        </w:tabs>
        <w:rPr>
          <w:kern w:val="24"/>
          <w:lang w:val="uk-UA"/>
        </w:rPr>
      </w:pPr>
      <w:r w:rsidRPr="00A36800">
        <w:rPr>
          <w:kern w:val="24"/>
          <w:lang w:val="uk-UA"/>
        </w:rPr>
        <w:t>2</w:t>
      </w:r>
      <w:r w:rsidR="00574EB4" w:rsidRPr="00A36800">
        <w:rPr>
          <w:kern w:val="24"/>
          <w:lang w:val="uk-UA"/>
        </w:rPr>
        <w:t xml:space="preserve">. </w:t>
      </w:r>
      <w:r w:rsidR="00BD3727" w:rsidRPr="00A36800">
        <w:rPr>
          <w:kern w:val="24"/>
          <w:lang w:val="uk-UA"/>
        </w:rPr>
        <w:t>Вид</w:t>
      </w:r>
      <w:r w:rsidR="00574EB4" w:rsidRPr="00A36800">
        <w:rPr>
          <w:kern w:val="24"/>
          <w:lang w:val="uk-UA"/>
        </w:rPr>
        <w:t xml:space="preserve"> об’єкта оцінки</w:t>
      </w:r>
      <w:r w:rsidR="00574EB4" w:rsidRPr="00A36800">
        <w:rPr>
          <w:kern w:val="24"/>
          <w:vertAlign w:val="superscript"/>
          <w:lang w:val="uk-UA"/>
        </w:rPr>
        <w:t xml:space="preserve">1 </w:t>
      </w:r>
      <w:r w:rsidR="00574EB4" w:rsidRPr="00A36800">
        <w:rPr>
          <w:kern w:val="24"/>
          <w:lang w:val="uk-UA"/>
        </w:rPr>
        <w:t>_______________________________________________________________</w:t>
      </w:r>
      <w:r w:rsidRPr="00A36800">
        <w:rPr>
          <w:kern w:val="24"/>
          <w:lang w:val="uk-UA"/>
        </w:rPr>
        <w:t>_</w:t>
      </w:r>
      <w:r w:rsidR="00574EB4" w:rsidRPr="00A36800">
        <w:rPr>
          <w:kern w:val="24"/>
          <w:lang w:val="uk-UA"/>
        </w:rPr>
        <w:t>_</w:t>
      </w:r>
    </w:p>
    <w:p w14:paraId="78F5D767" w14:textId="77777777" w:rsidR="00574EB4" w:rsidRPr="00A36800" w:rsidRDefault="00574EB4" w:rsidP="00574EB4">
      <w:pPr>
        <w:tabs>
          <w:tab w:val="left" w:pos="-416"/>
          <w:tab w:val="left" w:pos="2501"/>
        </w:tabs>
        <w:rPr>
          <w:kern w:val="24"/>
          <w:sz w:val="16"/>
          <w:szCs w:val="16"/>
          <w:lang w:val="uk-UA"/>
        </w:rPr>
      </w:pPr>
    </w:p>
    <w:p w14:paraId="0A55871A" w14:textId="77777777" w:rsidR="001044C9" w:rsidRPr="00A36800" w:rsidRDefault="001044C9" w:rsidP="00574EB4">
      <w:pPr>
        <w:tabs>
          <w:tab w:val="left" w:pos="-416"/>
          <w:tab w:val="left" w:pos="2501"/>
        </w:tabs>
        <w:rPr>
          <w:kern w:val="24"/>
          <w:lang w:val="uk-UA"/>
        </w:rPr>
      </w:pPr>
      <w:r w:rsidRPr="00A36800">
        <w:rPr>
          <w:kern w:val="24"/>
          <w:lang w:val="uk-UA"/>
        </w:rPr>
        <w:t xml:space="preserve">3. </w:t>
      </w:r>
      <w:r w:rsidR="00BD3727" w:rsidRPr="00A36800">
        <w:rPr>
          <w:kern w:val="24"/>
          <w:lang w:val="uk-UA"/>
        </w:rPr>
        <w:t>Тип</w:t>
      </w:r>
      <w:r w:rsidRPr="00A36800">
        <w:rPr>
          <w:kern w:val="24"/>
          <w:lang w:val="uk-UA"/>
        </w:rPr>
        <w:t xml:space="preserve"> об’єкта оцінки</w:t>
      </w:r>
      <w:r w:rsidRPr="00A36800">
        <w:rPr>
          <w:kern w:val="24"/>
          <w:vertAlign w:val="superscript"/>
          <w:lang w:val="uk-UA"/>
        </w:rPr>
        <w:t>2</w:t>
      </w:r>
      <w:r w:rsidR="00880AE4" w:rsidRPr="00A36800">
        <w:rPr>
          <w:kern w:val="24"/>
          <w:vertAlign w:val="superscript"/>
          <w:lang w:val="uk-UA"/>
        </w:rPr>
        <w:t xml:space="preserve"> </w:t>
      </w:r>
      <w:r w:rsidRPr="00A36800">
        <w:rPr>
          <w:kern w:val="24"/>
          <w:lang w:val="uk-UA"/>
        </w:rPr>
        <w:t>_________________________________________________________________</w:t>
      </w:r>
    </w:p>
    <w:p w14:paraId="0E2CAD84" w14:textId="77777777" w:rsidR="001044C9" w:rsidRPr="00A36800" w:rsidRDefault="001044C9" w:rsidP="00574EB4">
      <w:pPr>
        <w:tabs>
          <w:tab w:val="left" w:pos="-416"/>
          <w:tab w:val="left" w:pos="2501"/>
        </w:tabs>
        <w:rPr>
          <w:kern w:val="24"/>
          <w:sz w:val="16"/>
          <w:szCs w:val="16"/>
          <w:lang w:val="uk-UA"/>
        </w:rPr>
      </w:pPr>
    </w:p>
    <w:p w14:paraId="630955DA" w14:textId="77777777" w:rsidR="0055105C" w:rsidRPr="00A36800" w:rsidRDefault="00F71E2E" w:rsidP="00B740F3">
      <w:pPr>
        <w:tabs>
          <w:tab w:val="left" w:pos="-416"/>
          <w:tab w:val="left" w:pos="2501"/>
        </w:tabs>
        <w:rPr>
          <w:kern w:val="24"/>
          <w:lang w:val="uk-UA"/>
        </w:rPr>
      </w:pPr>
      <w:r w:rsidRPr="00A36800">
        <w:rPr>
          <w:kern w:val="24"/>
          <w:lang w:val="uk-UA"/>
        </w:rPr>
        <w:t>4</w:t>
      </w:r>
      <w:r w:rsidR="0055105C" w:rsidRPr="00A36800">
        <w:rPr>
          <w:kern w:val="24"/>
          <w:lang w:val="uk-UA"/>
        </w:rPr>
        <w:t xml:space="preserve">. </w:t>
      </w:r>
      <w:r w:rsidR="00B740F3" w:rsidRPr="00A36800">
        <w:rPr>
          <w:kern w:val="24"/>
          <w:lang w:val="uk-UA"/>
        </w:rPr>
        <w:t>Назва об’єкта</w:t>
      </w:r>
      <w:r w:rsidR="0055105C" w:rsidRPr="00A36800">
        <w:rPr>
          <w:kern w:val="24"/>
          <w:lang w:val="uk-UA"/>
        </w:rPr>
        <w:t xml:space="preserve"> ______________________________________________________________________</w:t>
      </w:r>
    </w:p>
    <w:p w14:paraId="782F6F2C" w14:textId="77777777" w:rsidR="0055105C" w:rsidRPr="00A36800" w:rsidRDefault="0055105C" w:rsidP="00574EB4">
      <w:pPr>
        <w:tabs>
          <w:tab w:val="left" w:pos="-416"/>
          <w:tab w:val="left" w:pos="2501"/>
        </w:tabs>
        <w:rPr>
          <w:kern w:val="24"/>
          <w:sz w:val="16"/>
          <w:szCs w:val="16"/>
          <w:lang w:val="uk-UA"/>
        </w:rPr>
      </w:pPr>
    </w:p>
    <w:p w14:paraId="4EC8E92A" w14:textId="77777777" w:rsidR="00F05BCB" w:rsidRPr="00A36800" w:rsidRDefault="00F71E2E" w:rsidP="00574EB4">
      <w:pPr>
        <w:tabs>
          <w:tab w:val="left" w:pos="-416"/>
          <w:tab w:val="left" w:pos="2501"/>
        </w:tabs>
        <w:rPr>
          <w:lang w:val="uk-UA"/>
        </w:rPr>
      </w:pPr>
      <w:r w:rsidRPr="00A36800">
        <w:rPr>
          <w:lang w:val="uk-UA"/>
        </w:rPr>
        <w:t>5</w:t>
      </w:r>
      <w:r w:rsidR="00F05BCB" w:rsidRPr="00A36800">
        <w:rPr>
          <w:lang w:val="uk-UA"/>
        </w:rPr>
        <w:t>. П</w:t>
      </w:r>
      <w:r w:rsidR="00A276EC" w:rsidRPr="00A36800">
        <w:rPr>
          <w:lang w:val="uk-UA"/>
        </w:rPr>
        <w:t>оштова</w:t>
      </w:r>
      <w:r w:rsidR="00F05BCB" w:rsidRPr="00A36800">
        <w:rPr>
          <w:lang w:val="uk-UA"/>
        </w:rPr>
        <w:t xml:space="preserve"> адреса</w:t>
      </w:r>
      <w:r w:rsidR="00880AE4" w:rsidRPr="00A36800">
        <w:rPr>
          <w:lang w:val="uk-UA"/>
        </w:rPr>
        <w:t xml:space="preserve"> </w:t>
      </w:r>
      <w:r w:rsidR="00F05BCB" w:rsidRPr="00A36800">
        <w:rPr>
          <w:lang w:val="uk-UA"/>
        </w:rPr>
        <w:t>____________________________________________________________________</w:t>
      </w:r>
    </w:p>
    <w:p w14:paraId="0CA5C59B" w14:textId="77777777" w:rsidR="00F05BCB" w:rsidRPr="00A36800" w:rsidRDefault="00F05BCB" w:rsidP="00574EB4">
      <w:pPr>
        <w:tabs>
          <w:tab w:val="left" w:pos="-416"/>
          <w:tab w:val="left" w:pos="2501"/>
        </w:tabs>
        <w:rPr>
          <w:sz w:val="16"/>
          <w:szCs w:val="16"/>
          <w:lang w:val="uk-UA"/>
        </w:rPr>
      </w:pPr>
    </w:p>
    <w:p w14:paraId="4E9A7A83" w14:textId="77777777" w:rsidR="00F05BCB" w:rsidRPr="00A36800" w:rsidRDefault="00F71E2E" w:rsidP="00574EB4">
      <w:pPr>
        <w:tabs>
          <w:tab w:val="left" w:pos="-416"/>
          <w:tab w:val="left" w:pos="2501"/>
        </w:tabs>
        <w:rPr>
          <w:lang w:val="uk-UA"/>
        </w:rPr>
      </w:pPr>
      <w:r w:rsidRPr="00A36800">
        <w:rPr>
          <w:lang w:val="uk-UA"/>
        </w:rPr>
        <w:t>6</w:t>
      </w:r>
      <w:r w:rsidR="00F05BCB" w:rsidRPr="00A36800">
        <w:rPr>
          <w:lang w:val="uk-UA"/>
        </w:rPr>
        <w:t xml:space="preserve">. Загальна площа, </w:t>
      </w:r>
      <w:r w:rsidR="00EA5AA9" w:rsidRPr="00A36800">
        <w:rPr>
          <w:lang w:val="uk-UA"/>
        </w:rPr>
        <w:t xml:space="preserve">кв. м </w:t>
      </w:r>
      <w:r w:rsidR="00F05BCB" w:rsidRPr="00A36800">
        <w:rPr>
          <w:lang w:val="uk-UA"/>
        </w:rPr>
        <w:t>_______________________________________________________________</w:t>
      </w:r>
    </w:p>
    <w:p w14:paraId="175ADE11" w14:textId="77777777" w:rsidR="00F05BCB" w:rsidRPr="00A36800" w:rsidRDefault="00F05BCB" w:rsidP="00574EB4">
      <w:pPr>
        <w:tabs>
          <w:tab w:val="left" w:pos="-416"/>
          <w:tab w:val="left" w:pos="2501"/>
        </w:tabs>
        <w:rPr>
          <w:sz w:val="16"/>
          <w:szCs w:val="16"/>
          <w:lang w:val="uk-UA"/>
        </w:rPr>
      </w:pPr>
    </w:p>
    <w:p w14:paraId="1405E9ED" w14:textId="77777777" w:rsidR="00F05BCB" w:rsidRPr="00A36800" w:rsidRDefault="00F71E2E" w:rsidP="00574EB4">
      <w:pPr>
        <w:tabs>
          <w:tab w:val="left" w:pos="-416"/>
          <w:tab w:val="left" w:pos="2501"/>
        </w:tabs>
        <w:rPr>
          <w:lang w:val="uk-UA"/>
        </w:rPr>
      </w:pPr>
      <w:r w:rsidRPr="00A36800">
        <w:rPr>
          <w:lang w:val="uk-UA"/>
        </w:rPr>
        <w:t>7</w:t>
      </w:r>
      <w:r w:rsidR="00F05BCB" w:rsidRPr="00A36800">
        <w:rPr>
          <w:lang w:val="uk-UA"/>
        </w:rPr>
        <w:t xml:space="preserve">. </w:t>
      </w:r>
      <w:r w:rsidR="006F5D98" w:rsidRPr="00A36800">
        <w:rPr>
          <w:lang w:val="uk-UA"/>
        </w:rPr>
        <w:t>Площа ж</w:t>
      </w:r>
      <w:r w:rsidR="00F05BCB" w:rsidRPr="00A36800">
        <w:rPr>
          <w:lang w:val="uk-UA"/>
        </w:rPr>
        <w:t>итлов</w:t>
      </w:r>
      <w:r w:rsidR="006F5D98" w:rsidRPr="00A36800">
        <w:rPr>
          <w:lang w:val="uk-UA"/>
        </w:rPr>
        <w:t>их</w:t>
      </w:r>
      <w:r w:rsidR="00F05BCB" w:rsidRPr="00A36800">
        <w:rPr>
          <w:lang w:val="uk-UA"/>
        </w:rPr>
        <w:t xml:space="preserve"> п</w:t>
      </w:r>
      <w:r w:rsidR="006F5D98" w:rsidRPr="00A36800">
        <w:rPr>
          <w:lang w:val="uk-UA"/>
        </w:rPr>
        <w:t>риміщень</w:t>
      </w:r>
      <w:r w:rsidR="00545BFF" w:rsidRPr="00A36800">
        <w:rPr>
          <w:vertAlign w:val="superscript"/>
          <w:lang w:val="uk-UA"/>
        </w:rPr>
        <w:t>3</w:t>
      </w:r>
      <w:r w:rsidR="00F05BCB" w:rsidRPr="00A36800">
        <w:rPr>
          <w:lang w:val="uk-UA"/>
        </w:rPr>
        <w:t>,</w:t>
      </w:r>
      <w:r w:rsidR="00A276EC" w:rsidRPr="00A36800">
        <w:rPr>
          <w:lang w:val="uk-UA"/>
        </w:rPr>
        <w:t xml:space="preserve"> </w:t>
      </w:r>
      <w:r w:rsidR="006F5D98" w:rsidRPr="00A36800">
        <w:rPr>
          <w:lang w:val="uk-UA"/>
        </w:rPr>
        <w:t xml:space="preserve">кв. </w:t>
      </w:r>
      <w:r w:rsidR="00F05BCB" w:rsidRPr="00A36800">
        <w:rPr>
          <w:lang w:val="uk-UA"/>
        </w:rPr>
        <w:t>м</w:t>
      </w:r>
      <w:r w:rsidR="00880AE4" w:rsidRPr="00A36800">
        <w:rPr>
          <w:lang w:val="uk-UA"/>
        </w:rPr>
        <w:t xml:space="preserve"> </w:t>
      </w:r>
      <w:r w:rsidR="00F05BCB" w:rsidRPr="00A36800">
        <w:rPr>
          <w:lang w:val="uk-UA"/>
        </w:rPr>
        <w:t>_____________</w:t>
      </w:r>
      <w:r w:rsidR="00E27FC1" w:rsidRPr="00A36800">
        <w:rPr>
          <w:lang w:val="uk-UA"/>
        </w:rPr>
        <w:t>_</w:t>
      </w:r>
      <w:r w:rsidR="00F05BCB" w:rsidRPr="00A36800">
        <w:rPr>
          <w:lang w:val="uk-UA"/>
        </w:rPr>
        <w:t>_____________________________________</w:t>
      </w:r>
      <w:r w:rsidR="00051953">
        <w:rPr>
          <w:lang w:val="uk-UA"/>
        </w:rPr>
        <w:t>_</w:t>
      </w:r>
    </w:p>
    <w:p w14:paraId="41EBE1F8" w14:textId="77777777" w:rsidR="00880AE4" w:rsidRPr="0015605B" w:rsidRDefault="00880AE4" w:rsidP="00574EB4">
      <w:pPr>
        <w:tabs>
          <w:tab w:val="left" w:pos="-416"/>
          <w:tab w:val="left" w:pos="2501"/>
        </w:tabs>
        <w:rPr>
          <w:sz w:val="16"/>
          <w:szCs w:val="16"/>
          <w:lang w:val="uk-UA"/>
        </w:rPr>
      </w:pPr>
    </w:p>
    <w:p w14:paraId="1148BBC4" w14:textId="77777777" w:rsidR="00880AE4" w:rsidRPr="00A36800" w:rsidRDefault="00880AE4" w:rsidP="00574EB4">
      <w:pPr>
        <w:tabs>
          <w:tab w:val="left" w:pos="-416"/>
          <w:tab w:val="left" w:pos="2501"/>
        </w:tabs>
        <w:rPr>
          <w:lang w:val="uk-UA"/>
        </w:rPr>
      </w:pPr>
      <w:r w:rsidRPr="00A36800">
        <w:rPr>
          <w:lang w:val="uk-UA"/>
        </w:rPr>
        <w:t>8. Рік забудови</w:t>
      </w:r>
      <w:r w:rsidRPr="00A36800">
        <w:rPr>
          <w:vertAlign w:val="superscript"/>
          <w:lang w:val="uk-UA"/>
        </w:rPr>
        <w:t>4</w:t>
      </w:r>
      <w:r w:rsidRPr="00A36800">
        <w:rPr>
          <w:lang w:val="uk-UA"/>
        </w:rPr>
        <w:t xml:space="preserve"> _______________________________________________________________________</w:t>
      </w:r>
    </w:p>
    <w:p w14:paraId="2E580B6C" w14:textId="77777777" w:rsidR="00F05BCB" w:rsidRPr="00A36800" w:rsidRDefault="00F05BCB" w:rsidP="00574EB4">
      <w:pPr>
        <w:tabs>
          <w:tab w:val="left" w:pos="-416"/>
          <w:tab w:val="left" w:pos="2501"/>
        </w:tabs>
        <w:rPr>
          <w:sz w:val="16"/>
          <w:szCs w:val="16"/>
          <w:lang w:val="uk-UA"/>
        </w:rPr>
      </w:pPr>
    </w:p>
    <w:p w14:paraId="02BAF113" w14:textId="77777777" w:rsidR="00F05BCB" w:rsidRPr="00A36800" w:rsidRDefault="00880AE4" w:rsidP="00574EB4">
      <w:pPr>
        <w:tabs>
          <w:tab w:val="left" w:pos="-416"/>
          <w:tab w:val="left" w:pos="2501"/>
        </w:tabs>
        <w:rPr>
          <w:lang w:val="uk-UA"/>
        </w:rPr>
      </w:pPr>
      <w:r w:rsidRPr="00A36800">
        <w:rPr>
          <w:kern w:val="24"/>
          <w:lang w:val="uk-UA"/>
        </w:rPr>
        <w:t>9</w:t>
      </w:r>
      <w:r w:rsidR="00A276EC" w:rsidRPr="00A36800">
        <w:rPr>
          <w:kern w:val="24"/>
          <w:lang w:val="uk-UA"/>
        </w:rPr>
        <w:t xml:space="preserve">. </w:t>
      </w:r>
      <w:r w:rsidR="00A276EC" w:rsidRPr="00A36800">
        <w:rPr>
          <w:lang w:val="uk-UA"/>
        </w:rPr>
        <w:t>Рік введення в експлуатацію будинку</w:t>
      </w:r>
      <w:r w:rsidR="009C33AB" w:rsidRPr="00A36800">
        <w:rPr>
          <w:lang w:val="uk-UA"/>
        </w:rPr>
        <w:t>/будівлі</w:t>
      </w:r>
      <w:r w:rsidRPr="00A36800">
        <w:rPr>
          <w:lang w:val="uk-UA"/>
        </w:rPr>
        <w:t xml:space="preserve"> </w:t>
      </w:r>
      <w:r w:rsidR="009C33AB" w:rsidRPr="00A36800">
        <w:rPr>
          <w:lang w:val="uk-UA"/>
        </w:rPr>
        <w:t>__________</w:t>
      </w:r>
      <w:r w:rsidR="00A276EC" w:rsidRPr="00A36800">
        <w:rPr>
          <w:lang w:val="uk-UA"/>
        </w:rPr>
        <w:t>_________________________________</w:t>
      </w:r>
    </w:p>
    <w:p w14:paraId="58BF1A47" w14:textId="77777777" w:rsidR="00A276EC" w:rsidRPr="00A36800" w:rsidRDefault="00A276EC" w:rsidP="00574EB4">
      <w:pPr>
        <w:tabs>
          <w:tab w:val="left" w:pos="-416"/>
          <w:tab w:val="left" w:pos="2501"/>
        </w:tabs>
        <w:rPr>
          <w:sz w:val="16"/>
          <w:szCs w:val="16"/>
          <w:lang w:val="uk-UA"/>
        </w:rPr>
      </w:pPr>
    </w:p>
    <w:p w14:paraId="365FEE5D" w14:textId="77777777" w:rsidR="00A276EC" w:rsidRPr="00A36800" w:rsidRDefault="00880AE4" w:rsidP="00574EB4">
      <w:pPr>
        <w:tabs>
          <w:tab w:val="left" w:pos="-416"/>
          <w:tab w:val="left" w:pos="2501"/>
        </w:tabs>
        <w:rPr>
          <w:lang w:val="uk-UA"/>
        </w:rPr>
      </w:pPr>
      <w:r w:rsidRPr="00A36800">
        <w:rPr>
          <w:lang w:val="uk-UA"/>
        </w:rPr>
        <w:t>10</w:t>
      </w:r>
      <w:r w:rsidR="00A276EC" w:rsidRPr="00A36800">
        <w:rPr>
          <w:lang w:val="uk-UA"/>
        </w:rPr>
        <w:t>. Поверховість будинку</w:t>
      </w:r>
      <w:r w:rsidR="00743F8C" w:rsidRPr="00A36800">
        <w:rPr>
          <w:lang w:val="uk-UA"/>
        </w:rPr>
        <w:t>/будівлі</w:t>
      </w:r>
      <w:r w:rsidR="0029103A" w:rsidRPr="00A36800">
        <w:rPr>
          <w:lang w:val="uk-UA"/>
        </w:rPr>
        <w:t xml:space="preserve"> _</w:t>
      </w:r>
      <w:r w:rsidR="00437E85" w:rsidRPr="00A36800">
        <w:rPr>
          <w:lang w:val="uk-UA"/>
        </w:rPr>
        <w:t>______________________________________________________</w:t>
      </w:r>
    </w:p>
    <w:p w14:paraId="194824BA" w14:textId="77777777" w:rsidR="00A276EC" w:rsidRPr="00A36800" w:rsidRDefault="00A276EC" w:rsidP="00574EB4">
      <w:pPr>
        <w:tabs>
          <w:tab w:val="left" w:pos="-416"/>
          <w:tab w:val="left" w:pos="2501"/>
        </w:tabs>
        <w:rPr>
          <w:sz w:val="16"/>
          <w:szCs w:val="16"/>
          <w:lang w:val="uk-UA"/>
        </w:rPr>
      </w:pPr>
    </w:p>
    <w:p w14:paraId="7FB5BD39" w14:textId="77777777" w:rsidR="00A276EC" w:rsidRPr="00A36800" w:rsidRDefault="00F71E2E" w:rsidP="00574EB4">
      <w:pPr>
        <w:tabs>
          <w:tab w:val="left" w:pos="-416"/>
          <w:tab w:val="left" w:pos="2501"/>
        </w:tabs>
        <w:rPr>
          <w:lang w:val="uk-UA"/>
        </w:rPr>
      </w:pPr>
      <w:r w:rsidRPr="00A36800">
        <w:rPr>
          <w:lang w:val="uk-UA"/>
        </w:rPr>
        <w:t>1</w:t>
      </w:r>
      <w:r w:rsidR="00880AE4" w:rsidRPr="00A36800">
        <w:rPr>
          <w:lang w:val="uk-UA"/>
        </w:rPr>
        <w:t>1</w:t>
      </w:r>
      <w:r w:rsidR="00A276EC" w:rsidRPr="00A36800">
        <w:rPr>
          <w:lang w:val="uk-UA"/>
        </w:rPr>
        <w:t>. Поверх у будинку</w:t>
      </w:r>
      <w:r w:rsidR="00743F8C" w:rsidRPr="00A36800">
        <w:rPr>
          <w:lang w:val="uk-UA"/>
        </w:rPr>
        <w:t>/будівлі</w:t>
      </w:r>
      <w:r w:rsidR="00880AE4" w:rsidRPr="00A36800">
        <w:rPr>
          <w:vertAlign w:val="superscript"/>
          <w:lang w:val="uk-UA"/>
        </w:rPr>
        <w:t xml:space="preserve">5 </w:t>
      </w:r>
      <w:r w:rsidR="00437E85" w:rsidRPr="00A36800">
        <w:rPr>
          <w:lang w:val="uk-UA"/>
        </w:rPr>
        <w:t>________________</w:t>
      </w:r>
      <w:r w:rsidR="00743F8C" w:rsidRPr="00A36800">
        <w:rPr>
          <w:lang w:val="uk-UA"/>
        </w:rPr>
        <w:t>____________________</w:t>
      </w:r>
      <w:r w:rsidR="00B740F3" w:rsidRPr="00A36800">
        <w:rPr>
          <w:lang w:val="uk-UA"/>
        </w:rPr>
        <w:t>______________________</w:t>
      </w:r>
    </w:p>
    <w:p w14:paraId="7A2922BF" w14:textId="77777777" w:rsidR="00A276EC" w:rsidRPr="00A36800" w:rsidRDefault="00A276EC" w:rsidP="00574EB4">
      <w:pPr>
        <w:tabs>
          <w:tab w:val="left" w:pos="-416"/>
          <w:tab w:val="left" w:pos="2501"/>
        </w:tabs>
        <w:rPr>
          <w:sz w:val="16"/>
          <w:szCs w:val="16"/>
          <w:lang w:val="uk-UA"/>
        </w:rPr>
      </w:pPr>
    </w:p>
    <w:p w14:paraId="17270116" w14:textId="77777777" w:rsidR="00A276EC" w:rsidRPr="005A6D10" w:rsidRDefault="00A276EC" w:rsidP="00574EB4">
      <w:pPr>
        <w:tabs>
          <w:tab w:val="left" w:pos="-416"/>
          <w:tab w:val="left" w:pos="2501"/>
        </w:tabs>
        <w:rPr>
          <w:lang w:val="uk-UA"/>
        </w:rPr>
      </w:pPr>
      <w:r w:rsidRPr="005A6D10">
        <w:rPr>
          <w:lang w:val="uk-UA"/>
        </w:rPr>
        <w:t>1</w:t>
      </w:r>
      <w:r w:rsidR="00880AE4" w:rsidRPr="005A6D10">
        <w:rPr>
          <w:lang w:val="uk-UA"/>
        </w:rPr>
        <w:t>2</w:t>
      </w:r>
      <w:r w:rsidRPr="005A6D10">
        <w:rPr>
          <w:lang w:val="uk-UA"/>
        </w:rPr>
        <w:t>. Кількість кімнат у квартирі</w:t>
      </w:r>
      <w:r w:rsidR="00880AE4" w:rsidRPr="005A6D10">
        <w:rPr>
          <w:vertAlign w:val="superscript"/>
          <w:lang w:val="uk-UA"/>
        </w:rPr>
        <w:t>6</w:t>
      </w:r>
      <w:r w:rsidR="005D3F27" w:rsidRPr="005A6D10">
        <w:rPr>
          <w:lang w:val="uk-UA"/>
        </w:rPr>
        <w:t>_________________________________________________________</w:t>
      </w:r>
    </w:p>
    <w:p w14:paraId="4E615AAB" w14:textId="77777777" w:rsidR="00A276EC" w:rsidRPr="005A6D10" w:rsidRDefault="00A276EC" w:rsidP="00574EB4">
      <w:pPr>
        <w:tabs>
          <w:tab w:val="left" w:pos="-416"/>
          <w:tab w:val="left" w:pos="2501"/>
        </w:tabs>
        <w:rPr>
          <w:sz w:val="16"/>
          <w:szCs w:val="16"/>
          <w:lang w:val="uk-UA"/>
        </w:rPr>
      </w:pPr>
    </w:p>
    <w:p w14:paraId="07E03C60" w14:textId="77777777" w:rsidR="00A276EC" w:rsidRPr="005A6D10" w:rsidRDefault="00A276EC" w:rsidP="00574EB4">
      <w:pPr>
        <w:tabs>
          <w:tab w:val="left" w:pos="-416"/>
          <w:tab w:val="left" w:pos="2501"/>
        </w:tabs>
        <w:rPr>
          <w:lang w:val="uk-UA"/>
        </w:rPr>
      </w:pPr>
      <w:r w:rsidRPr="005A6D10">
        <w:rPr>
          <w:kern w:val="24"/>
          <w:lang w:val="uk-UA"/>
        </w:rPr>
        <w:t>1</w:t>
      </w:r>
      <w:r w:rsidR="00880AE4" w:rsidRPr="005A6D10">
        <w:rPr>
          <w:kern w:val="24"/>
          <w:lang w:val="uk-UA"/>
        </w:rPr>
        <w:t>3</w:t>
      </w:r>
      <w:r w:rsidRPr="005A6D10">
        <w:rPr>
          <w:kern w:val="24"/>
          <w:lang w:val="uk-UA"/>
        </w:rPr>
        <w:t xml:space="preserve">. </w:t>
      </w:r>
      <w:r w:rsidRPr="005A6D10">
        <w:rPr>
          <w:lang w:val="uk-UA"/>
        </w:rPr>
        <w:t>Розмір частки</w:t>
      </w:r>
      <w:r w:rsidR="00EA586F" w:rsidRPr="005A6D10">
        <w:rPr>
          <w:lang w:val="uk-UA"/>
        </w:rPr>
        <w:t xml:space="preserve"> </w:t>
      </w:r>
      <w:r w:rsidR="00051953" w:rsidRPr="005A6D10">
        <w:rPr>
          <w:lang w:val="uk-UA"/>
        </w:rPr>
        <w:t xml:space="preserve">земельних </w:t>
      </w:r>
      <w:r w:rsidR="00EA586F" w:rsidRPr="005A6D10">
        <w:rPr>
          <w:lang w:val="uk-UA"/>
        </w:rPr>
        <w:t>поліпшень</w:t>
      </w:r>
      <w:r w:rsidRPr="005A6D10">
        <w:rPr>
          <w:lang w:val="uk-UA"/>
        </w:rPr>
        <w:t>, що оцінюється</w:t>
      </w:r>
      <w:r w:rsidR="00880AE4" w:rsidRPr="005A6D10">
        <w:rPr>
          <w:vertAlign w:val="superscript"/>
          <w:lang w:val="uk-UA"/>
        </w:rPr>
        <w:t>7</w:t>
      </w:r>
      <w:r w:rsidRPr="005A6D10">
        <w:rPr>
          <w:lang w:val="uk-UA"/>
        </w:rPr>
        <w:t xml:space="preserve">, </w:t>
      </w:r>
      <w:r w:rsidR="006F5D98" w:rsidRPr="005A6D10">
        <w:rPr>
          <w:lang w:val="uk-UA"/>
        </w:rPr>
        <w:t>кв</w:t>
      </w:r>
      <w:r w:rsidR="00880AE4" w:rsidRPr="005A6D10">
        <w:rPr>
          <w:lang w:val="uk-UA"/>
        </w:rPr>
        <w:t>.</w:t>
      </w:r>
      <w:r w:rsidRPr="005A6D10">
        <w:rPr>
          <w:lang w:val="uk-UA"/>
        </w:rPr>
        <w:t>м</w:t>
      </w:r>
      <w:r w:rsidR="006F5D98" w:rsidRPr="005A6D10">
        <w:rPr>
          <w:lang w:val="uk-UA"/>
        </w:rPr>
        <w:t xml:space="preserve"> </w:t>
      </w:r>
      <w:r w:rsidR="005D3F27" w:rsidRPr="005A6D10">
        <w:rPr>
          <w:lang w:val="uk-UA"/>
        </w:rPr>
        <w:t>__</w:t>
      </w:r>
      <w:r w:rsidR="00EA586F" w:rsidRPr="005A6D10">
        <w:rPr>
          <w:lang w:val="uk-UA"/>
        </w:rPr>
        <w:t>____________________________</w:t>
      </w:r>
      <w:r w:rsidR="006F5D98" w:rsidRPr="005A6D10">
        <w:rPr>
          <w:lang w:val="uk-UA"/>
        </w:rPr>
        <w:t>_</w:t>
      </w:r>
    </w:p>
    <w:p w14:paraId="4078D1B8" w14:textId="77777777" w:rsidR="00EA586F" w:rsidRPr="005A6D10" w:rsidRDefault="00EA586F" w:rsidP="00574EB4">
      <w:pPr>
        <w:tabs>
          <w:tab w:val="left" w:pos="-416"/>
          <w:tab w:val="left" w:pos="2501"/>
        </w:tabs>
        <w:rPr>
          <w:sz w:val="16"/>
          <w:szCs w:val="16"/>
          <w:lang w:val="uk-UA"/>
        </w:rPr>
      </w:pPr>
    </w:p>
    <w:p w14:paraId="76124513" w14:textId="77777777" w:rsidR="00EA586F" w:rsidRPr="00A36800" w:rsidRDefault="00EA586F" w:rsidP="00574EB4">
      <w:pPr>
        <w:tabs>
          <w:tab w:val="left" w:pos="-416"/>
          <w:tab w:val="left" w:pos="2501"/>
        </w:tabs>
        <w:rPr>
          <w:lang w:val="uk-UA"/>
        </w:rPr>
      </w:pPr>
      <w:r w:rsidRPr="005A6D10">
        <w:rPr>
          <w:lang w:val="uk-UA"/>
        </w:rPr>
        <w:t xml:space="preserve">14. Розмір частки </w:t>
      </w:r>
      <w:r w:rsidR="00051953" w:rsidRPr="005A6D10">
        <w:rPr>
          <w:lang w:val="uk-UA"/>
        </w:rPr>
        <w:t>земельної ділянки</w:t>
      </w:r>
      <w:r w:rsidRPr="005A6D10">
        <w:rPr>
          <w:lang w:val="uk-UA"/>
        </w:rPr>
        <w:t>, що</w:t>
      </w:r>
      <w:r w:rsidRPr="00EA586F">
        <w:rPr>
          <w:lang w:val="uk-UA"/>
        </w:rPr>
        <w:t xml:space="preserve"> оцінюється</w:t>
      </w:r>
      <w:r w:rsidRPr="00EA586F">
        <w:rPr>
          <w:vertAlign w:val="superscript"/>
          <w:lang w:val="uk-UA"/>
        </w:rPr>
        <w:t>7</w:t>
      </w:r>
      <w:r w:rsidRPr="00EA586F">
        <w:rPr>
          <w:lang w:val="uk-UA"/>
        </w:rPr>
        <w:t>, кв.м _</w:t>
      </w:r>
      <w:r>
        <w:rPr>
          <w:lang w:val="uk-UA"/>
        </w:rPr>
        <w:t>_______________________________</w:t>
      </w:r>
      <w:r w:rsidRPr="00EA586F">
        <w:rPr>
          <w:lang w:val="uk-UA"/>
        </w:rPr>
        <w:t>__</w:t>
      </w:r>
    </w:p>
    <w:p w14:paraId="35F0E3D0" w14:textId="77777777" w:rsidR="00A276EC" w:rsidRPr="00A36800" w:rsidRDefault="00A276EC" w:rsidP="00574EB4">
      <w:pPr>
        <w:tabs>
          <w:tab w:val="left" w:pos="-416"/>
          <w:tab w:val="left" w:pos="2501"/>
        </w:tabs>
        <w:rPr>
          <w:sz w:val="16"/>
          <w:szCs w:val="16"/>
          <w:lang w:val="uk-UA"/>
        </w:rPr>
      </w:pPr>
    </w:p>
    <w:p w14:paraId="75606A6A" w14:textId="77777777" w:rsidR="00A276EC" w:rsidRPr="00A36800" w:rsidRDefault="00A276EC" w:rsidP="00574EB4">
      <w:pPr>
        <w:tabs>
          <w:tab w:val="left" w:pos="-416"/>
          <w:tab w:val="left" w:pos="2501"/>
        </w:tabs>
        <w:rPr>
          <w:kern w:val="24"/>
          <w:lang w:val="uk-UA"/>
        </w:rPr>
      </w:pPr>
      <w:r w:rsidRPr="00A36800">
        <w:rPr>
          <w:lang w:val="uk-UA"/>
        </w:rPr>
        <w:t>1</w:t>
      </w:r>
      <w:r w:rsidR="00EA586F">
        <w:rPr>
          <w:lang w:val="uk-UA"/>
        </w:rPr>
        <w:t>5</w:t>
      </w:r>
      <w:r w:rsidRPr="00A36800">
        <w:rPr>
          <w:lang w:val="uk-UA"/>
        </w:rPr>
        <w:t>. Кадастровий номер земельної ділянки</w:t>
      </w:r>
      <w:r w:rsidR="00880AE4" w:rsidRPr="00A36800">
        <w:rPr>
          <w:vertAlign w:val="superscript"/>
          <w:lang w:val="uk-UA"/>
        </w:rPr>
        <w:t xml:space="preserve">8 </w:t>
      </w:r>
      <w:r w:rsidR="005D3F27" w:rsidRPr="00A36800">
        <w:rPr>
          <w:lang w:val="uk-UA"/>
        </w:rPr>
        <w:t>________________________________________________</w:t>
      </w:r>
    </w:p>
    <w:p w14:paraId="0EDF6C22" w14:textId="77777777" w:rsidR="00574EB4" w:rsidRPr="00A36800" w:rsidRDefault="00574EB4" w:rsidP="00574EB4">
      <w:pPr>
        <w:tabs>
          <w:tab w:val="left" w:pos="-416"/>
          <w:tab w:val="left" w:pos="2501"/>
        </w:tabs>
        <w:rPr>
          <w:kern w:val="24"/>
          <w:sz w:val="16"/>
          <w:szCs w:val="16"/>
          <w:lang w:val="uk-UA"/>
        </w:rPr>
      </w:pPr>
    </w:p>
    <w:p w14:paraId="2C43FF23" w14:textId="77777777" w:rsidR="00746504" w:rsidRPr="00A36800" w:rsidRDefault="00746504" w:rsidP="00574EB4">
      <w:pPr>
        <w:tabs>
          <w:tab w:val="left" w:pos="-416"/>
          <w:tab w:val="left" w:pos="2501"/>
        </w:tabs>
        <w:rPr>
          <w:kern w:val="24"/>
          <w:lang w:val="uk-UA"/>
        </w:rPr>
      </w:pPr>
      <w:r w:rsidRPr="00A36800">
        <w:rPr>
          <w:kern w:val="24"/>
          <w:lang w:val="uk-UA"/>
        </w:rPr>
        <w:t>1</w:t>
      </w:r>
      <w:r w:rsidR="00EA586F">
        <w:rPr>
          <w:kern w:val="24"/>
          <w:lang w:val="uk-UA"/>
        </w:rPr>
        <w:t>6</w:t>
      </w:r>
      <w:r w:rsidRPr="00A36800">
        <w:rPr>
          <w:kern w:val="24"/>
          <w:lang w:val="uk-UA"/>
        </w:rPr>
        <w:t>. Площа земельної ділянки</w:t>
      </w:r>
      <w:r w:rsidR="00880AE4" w:rsidRPr="00A36800">
        <w:rPr>
          <w:kern w:val="24"/>
          <w:vertAlign w:val="superscript"/>
          <w:lang w:val="uk-UA"/>
        </w:rPr>
        <w:t>9</w:t>
      </w:r>
      <w:r w:rsidR="00FB0870" w:rsidRPr="00A36800">
        <w:rPr>
          <w:kern w:val="24"/>
          <w:lang w:val="uk-UA"/>
        </w:rPr>
        <w:t>,</w:t>
      </w:r>
      <w:r w:rsidR="006F5D98" w:rsidRPr="00A36800">
        <w:rPr>
          <w:kern w:val="24"/>
          <w:lang w:val="uk-UA"/>
        </w:rPr>
        <w:t xml:space="preserve"> кв.м</w:t>
      </w:r>
      <w:r w:rsidR="00880AE4" w:rsidRPr="00A36800">
        <w:rPr>
          <w:kern w:val="24"/>
          <w:lang w:val="uk-UA"/>
        </w:rPr>
        <w:t xml:space="preserve"> </w:t>
      </w:r>
      <w:r w:rsidR="00FB0870" w:rsidRPr="00A36800">
        <w:rPr>
          <w:kern w:val="24"/>
          <w:lang w:val="uk-UA"/>
        </w:rPr>
        <w:t>______________________________________________________</w:t>
      </w:r>
    </w:p>
    <w:p w14:paraId="479FB0B0" w14:textId="77777777" w:rsidR="00746504" w:rsidRPr="00A36800" w:rsidRDefault="00746504" w:rsidP="00574EB4">
      <w:pPr>
        <w:tabs>
          <w:tab w:val="left" w:pos="-416"/>
          <w:tab w:val="left" w:pos="2501"/>
        </w:tabs>
        <w:rPr>
          <w:kern w:val="24"/>
          <w:sz w:val="16"/>
          <w:szCs w:val="16"/>
          <w:lang w:val="uk-UA"/>
        </w:rPr>
      </w:pPr>
    </w:p>
    <w:p w14:paraId="544A3B02" w14:textId="77777777" w:rsidR="00C7037E" w:rsidRPr="00A36800" w:rsidRDefault="00FB0870" w:rsidP="00574EB4">
      <w:pPr>
        <w:tabs>
          <w:tab w:val="left" w:pos="-416"/>
          <w:tab w:val="left" w:pos="2501"/>
        </w:tabs>
        <w:rPr>
          <w:kern w:val="24"/>
          <w:lang w:val="uk-UA"/>
        </w:rPr>
      </w:pPr>
      <w:r w:rsidRPr="00A36800">
        <w:rPr>
          <w:kern w:val="24"/>
          <w:lang w:val="uk-UA"/>
        </w:rPr>
        <w:t>1</w:t>
      </w:r>
      <w:r w:rsidR="00EA586F">
        <w:rPr>
          <w:kern w:val="24"/>
          <w:lang w:val="uk-UA"/>
        </w:rPr>
        <w:t>7</w:t>
      </w:r>
      <w:r w:rsidRPr="00A36800">
        <w:rPr>
          <w:kern w:val="24"/>
          <w:lang w:val="uk-UA"/>
        </w:rPr>
        <w:t xml:space="preserve">. </w:t>
      </w:r>
      <w:r w:rsidR="00C7037E" w:rsidRPr="00A36800">
        <w:rPr>
          <w:kern w:val="24"/>
          <w:lang w:val="uk-UA"/>
        </w:rPr>
        <w:t xml:space="preserve">Категорія </w:t>
      </w:r>
      <w:r w:rsidR="00C7037E" w:rsidRPr="00A36800">
        <w:rPr>
          <w:kern w:val="24"/>
          <w:vertAlign w:val="superscript"/>
          <w:lang w:val="uk-UA"/>
        </w:rPr>
        <w:t>10</w:t>
      </w:r>
      <w:r w:rsidR="00C7037E" w:rsidRPr="00A36800">
        <w:rPr>
          <w:kern w:val="24"/>
          <w:lang w:val="uk-UA"/>
        </w:rPr>
        <w:t>________________________________________________________________________</w:t>
      </w:r>
    </w:p>
    <w:p w14:paraId="3EC6AB38" w14:textId="77777777" w:rsidR="00C7037E" w:rsidRPr="00A36800" w:rsidRDefault="00C7037E" w:rsidP="00574EB4">
      <w:pPr>
        <w:tabs>
          <w:tab w:val="left" w:pos="-416"/>
          <w:tab w:val="left" w:pos="2501"/>
        </w:tabs>
        <w:rPr>
          <w:kern w:val="24"/>
          <w:sz w:val="16"/>
          <w:szCs w:val="16"/>
          <w:lang w:val="uk-UA"/>
        </w:rPr>
      </w:pPr>
    </w:p>
    <w:p w14:paraId="66A367F8" w14:textId="77777777" w:rsidR="00FB0870" w:rsidRPr="00A36800" w:rsidRDefault="00C7037E" w:rsidP="00574EB4">
      <w:pPr>
        <w:tabs>
          <w:tab w:val="left" w:pos="-416"/>
          <w:tab w:val="left" w:pos="2501"/>
        </w:tabs>
        <w:rPr>
          <w:kern w:val="24"/>
          <w:lang w:val="uk-UA"/>
        </w:rPr>
      </w:pPr>
      <w:r w:rsidRPr="00A36800">
        <w:rPr>
          <w:kern w:val="24"/>
          <w:lang w:val="uk-UA"/>
        </w:rPr>
        <w:t>1</w:t>
      </w:r>
      <w:r w:rsidR="00EA586F">
        <w:rPr>
          <w:kern w:val="24"/>
          <w:lang w:val="uk-UA"/>
        </w:rPr>
        <w:t>8</w:t>
      </w:r>
      <w:r w:rsidRPr="00A36800">
        <w:rPr>
          <w:kern w:val="24"/>
          <w:lang w:val="uk-UA"/>
        </w:rPr>
        <w:t xml:space="preserve">. </w:t>
      </w:r>
      <w:r w:rsidR="00FB0870" w:rsidRPr="00A36800">
        <w:rPr>
          <w:kern w:val="24"/>
          <w:lang w:val="uk-UA"/>
        </w:rPr>
        <w:t>Цільове призначення</w:t>
      </w:r>
      <w:r w:rsidR="00880AE4" w:rsidRPr="00A36800">
        <w:rPr>
          <w:kern w:val="24"/>
          <w:vertAlign w:val="superscript"/>
          <w:lang w:val="uk-UA"/>
        </w:rPr>
        <w:t>10</w:t>
      </w:r>
      <w:r w:rsidR="00FB0870" w:rsidRPr="00A36800">
        <w:rPr>
          <w:kern w:val="24"/>
          <w:lang w:val="uk-UA"/>
        </w:rPr>
        <w:t>______________________________________________________________</w:t>
      </w:r>
    </w:p>
    <w:p w14:paraId="25D89320" w14:textId="77777777" w:rsidR="00FB0870" w:rsidRPr="00A36800" w:rsidRDefault="00FB0870" w:rsidP="00574EB4">
      <w:pPr>
        <w:tabs>
          <w:tab w:val="left" w:pos="-416"/>
          <w:tab w:val="left" w:pos="2501"/>
        </w:tabs>
        <w:rPr>
          <w:kern w:val="24"/>
          <w:sz w:val="16"/>
          <w:szCs w:val="16"/>
          <w:lang w:val="uk-UA"/>
        </w:rPr>
      </w:pPr>
    </w:p>
    <w:p w14:paraId="597F6B82" w14:textId="77777777" w:rsidR="00746504" w:rsidRPr="00A36800" w:rsidRDefault="00746504" w:rsidP="00574EB4">
      <w:pPr>
        <w:tabs>
          <w:tab w:val="left" w:pos="-416"/>
          <w:tab w:val="left" w:pos="2501"/>
        </w:tabs>
        <w:rPr>
          <w:kern w:val="24"/>
          <w:sz w:val="16"/>
          <w:szCs w:val="16"/>
          <w:lang w:val="uk-UA"/>
        </w:rPr>
      </w:pPr>
    </w:p>
    <w:p w14:paraId="2FE5371E" w14:textId="77777777" w:rsidR="00D90468" w:rsidRPr="00A36800" w:rsidRDefault="00D90468" w:rsidP="00D90468">
      <w:pPr>
        <w:spacing w:line="360" w:lineRule="auto"/>
        <w:jc w:val="right"/>
        <w:rPr>
          <w:sz w:val="22"/>
          <w:szCs w:val="22"/>
          <w:vertAlign w:val="superscript"/>
          <w:lang w:val="uk-UA"/>
        </w:rPr>
      </w:pPr>
      <w:r w:rsidRPr="00A36800">
        <w:rPr>
          <w:sz w:val="28"/>
          <w:szCs w:val="28"/>
          <w:lang w:val="uk-UA"/>
        </w:rPr>
        <w:lastRenderedPageBreak/>
        <w:t>Продовження додатка 2</w:t>
      </w:r>
    </w:p>
    <w:p w14:paraId="6BDB5CC6" w14:textId="77777777" w:rsidR="00D90468" w:rsidRPr="00A36800" w:rsidRDefault="00D90468" w:rsidP="00D90468">
      <w:pPr>
        <w:tabs>
          <w:tab w:val="left" w:pos="-416"/>
          <w:tab w:val="left" w:pos="2501"/>
        </w:tabs>
        <w:rPr>
          <w:kern w:val="24"/>
          <w:lang w:val="uk-UA"/>
        </w:rPr>
      </w:pPr>
      <w:r w:rsidRPr="00A36800">
        <w:rPr>
          <w:kern w:val="24"/>
          <w:lang w:val="uk-UA"/>
        </w:rPr>
        <w:t>1</w:t>
      </w:r>
      <w:r>
        <w:rPr>
          <w:kern w:val="24"/>
          <w:lang w:val="uk-UA"/>
        </w:rPr>
        <w:t>9</w:t>
      </w:r>
      <w:r w:rsidRPr="00A36800">
        <w:rPr>
          <w:kern w:val="24"/>
          <w:lang w:val="uk-UA"/>
        </w:rPr>
        <w:t>. Функціональне призначення</w:t>
      </w:r>
      <w:r w:rsidRPr="00A36800">
        <w:rPr>
          <w:kern w:val="24"/>
          <w:vertAlign w:val="superscript"/>
          <w:lang w:val="uk-UA"/>
        </w:rPr>
        <w:t xml:space="preserve">11 </w:t>
      </w:r>
      <w:r w:rsidRPr="00A36800">
        <w:rPr>
          <w:kern w:val="24"/>
          <w:lang w:val="uk-UA"/>
        </w:rPr>
        <w:t>________________________________________________________</w:t>
      </w:r>
    </w:p>
    <w:p w14:paraId="60B1CFFC" w14:textId="77777777" w:rsidR="00D90468" w:rsidRDefault="00D90468" w:rsidP="00D90468">
      <w:pPr>
        <w:tabs>
          <w:tab w:val="left" w:pos="-416"/>
          <w:tab w:val="left" w:pos="2501"/>
        </w:tabs>
        <w:rPr>
          <w:kern w:val="24"/>
          <w:lang w:val="uk-UA"/>
        </w:rPr>
      </w:pPr>
    </w:p>
    <w:p w14:paraId="11538F5E" w14:textId="0780510B" w:rsidR="00D90468" w:rsidRPr="00A36800" w:rsidRDefault="00D90468" w:rsidP="00D90468">
      <w:pPr>
        <w:tabs>
          <w:tab w:val="left" w:pos="-416"/>
          <w:tab w:val="left" w:pos="2501"/>
        </w:tabs>
        <w:rPr>
          <w:kern w:val="24"/>
          <w:lang w:val="uk-UA"/>
        </w:rPr>
      </w:pPr>
      <w:r>
        <w:rPr>
          <w:kern w:val="24"/>
          <w:lang w:val="uk-UA"/>
        </w:rPr>
        <w:t>20</w:t>
      </w:r>
      <w:r w:rsidRPr="00A36800">
        <w:rPr>
          <w:kern w:val="24"/>
          <w:lang w:val="uk-UA"/>
        </w:rPr>
        <w:t>. Коефіцієнт готовності об’єкта</w:t>
      </w:r>
      <w:r w:rsidRPr="00A36800">
        <w:rPr>
          <w:kern w:val="24"/>
          <w:vertAlign w:val="superscript"/>
          <w:lang w:val="uk-UA"/>
        </w:rPr>
        <w:t>12</w:t>
      </w:r>
      <w:r w:rsidRPr="00A36800">
        <w:rPr>
          <w:kern w:val="24"/>
          <w:lang w:val="uk-UA"/>
        </w:rPr>
        <w:t>, % ___________________________________________________</w:t>
      </w:r>
    </w:p>
    <w:p w14:paraId="27263EFE" w14:textId="77777777" w:rsidR="00D90468" w:rsidRDefault="00D90468" w:rsidP="00CE423F">
      <w:pPr>
        <w:tabs>
          <w:tab w:val="left" w:pos="-416"/>
          <w:tab w:val="left" w:pos="2501"/>
        </w:tabs>
        <w:rPr>
          <w:kern w:val="24"/>
          <w:lang w:val="uk-UA"/>
        </w:rPr>
      </w:pPr>
    </w:p>
    <w:p w14:paraId="149C38E5" w14:textId="2084F135" w:rsidR="00CE423F" w:rsidRPr="00CE423F" w:rsidRDefault="00CE423F" w:rsidP="00CE423F">
      <w:pPr>
        <w:tabs>
          <w:tab w:val="left" w:pos="-416"/>
          <w:tab w:val="left" w:pos="2501"/>
        </w:tabs>
        <w:rPr>
          <w:kern w:val="24"/>
          <w:lang w:val="uk-UA"/>
        </w:rPr>
      </w:pPr>
      <w:r w:rsidRPr="00CE423F">
        <w:rPr>
          <w:kern w:val="24"/>
          <w:lang w:val="uk-UA"/>
        </w:rPr>
        <w:t>21. Оціночна вартість об’єкта оцінки, грн. ________________________________________________</w:t>
      </w:r>
    </w:p>
    <w:p w14:paraId="483F788A" w14:textId="77777777" w:rsidR="00CE423F" w:rsidRPr="00CE423F" w:rsidRDefault="00CE423F" w:rsidP="00CE423F">
      <w:pPr>
        <w:tabs>
          <w:tab w:val="left" w:pos="-416"/>
          <w:tab w:val="left" w:pos="2501"/>
        </w:tabs>
        <w:rPr>
          <w:kern w:val="24"/>
          <w:lang w:val="uk-UA"/>
        </w:rPr>
      </w:pPr>
    </w:p>
    <w:p w14:paraId="46002DAF" w14:textId="77777777" w:rsidR="00CE423F" w:rsidRPr="00CE423F" w:rsidRDefault="00CE423F" w:rsidP="00CE423F">
      <w:pPr>
        <w:tabs>
          <w:tab w:val="left" w:pos="-416"/>
          <w:tab w:val="left" w:pos="2501"/>
        </w:tabs>
        <w:rPr>
          <w:kern w:val="24"/>
          <w:lang w:val="uk-UA"/>
        </w:rPr>
      </w:pPr>
      <w:r w:rsidRPr="00CE423F">
        <w:rPr>
          <w:kern w:val="24"/>
          <w:lang w:val="uk-UA"/>
        </w:rPr>
        <w:t>22. Оціночна вартість земельної ділянки</w:t>
      </w:r>
      <w:r w:rsidRPr="001C1560">
        <w:rPr>
          <w:kern w:val="24"/>
          <w:vertAlign w:val="superscript"/>
          <w:lang w:val="uk-UA"/>
        </w:rPr>
        <w:t>13</w:t>
      </w:r>
      <w:r w:rsidRPr="00CE423F">
        <w:rPr>
          <w:kern w:val="24"/>
          <w:lang w:val="uk-UA"/>
        </w:rPr>
        <w:t>, грн. ___________________________________________</w:t>
      </w:r>
    </w:p>
    <w:p w14:paraId="0FE56D77" w14:textId="77777777" w:rsidR="00CE423F" w:rsidRDefault="00CE423F" w:rsidP="00121814">
      <w:pPr>
        <w:jc w:val="both"/>
        <w:rPr>
          <w:b/>
          <w:sz w:val="16"/>
          <w:szCs w:val="16"/>
          <w:lang w:val="uk-UA"/>
        </w:rPr>
      </w:pPr>
    </w:p>
    <w:p w14:paraId="6FA52E5E" w14:textId="77777777" w:rsidR="00BD3727" w:rsidRPr="00A36800" w:rsidRDefault="00BD3727" w:rsidP="00121814">
      <w:pPr>
        <w:jc w:val="both"/>
        <w:rPr>
          <w:b/>
          <w:sz w:val="16"/>
          <w:szCs w:val="16"/>
          <w:lang w:val="uk-UA"/>
        </w:rPr>
      </w:pPr>
      <w:r w:rsidRPr="00A36800">
        <w:rPr>
          <w:b/>
          <w:sz w:val="16"/>
          <w:szCs w:val="16"/>
          <w:lang w:val="uk-UA"/>
        </w:rPr>
        <w:t>___________________________________</w:t>
      </w:r>
    </w:p>
    <w:p w14:paraId="2EF0B892" w14:textId="77777777" w:rsidR="00BA2F11" w:rsidRPr="00BA2F11" w:rsidRDefault="00BA2F11" w:rsidP="00BA2F11">
      <w:pPr>
        <w:tabs>
          <w:tab w:val="left" w:pos="-416"/>
          <w:tab w:val="left" w:pos="2501"/>
        </w:tabs>
        <w:rPr>
          <w:lang w:val="uk-UA"/>
        </w:rPr>
      </w:pPr>
      <w:r w:rsidRPr="00BA2F11">
        <w:rPr>
          <w:lang w:val="uk-UA"/>
        </w:rPr>
        <w:t>Примітки:</w:t>
      </w:r>
    </w:p>
    <w:p w14:paraId="63E58C95" w14:textId="77777777" w:rsidR="00BA2F11" w:rsidRPr="00BA2F11" w:rsidRDefault="00BA2F11" w:rsidP="00BA2F11">
      <w:pPr>
        <w:tabs>
          <w:tab w:val="left" w:pos="-416"/>
          <w:tab w:val="left" w:pos="2501"/>
        </w:tabs>
        <w:rPr>
          <w:lang w:val="uk-UA"/>
        </w:rPr>
      </w:pPr>
      <w:r w:rsidRPr="00BA2F11">
        <w:rPr>
          <w:lang w:val="uk-UA"/>
        </w:rPr>
        <w:t>1. Виноски пояснюють, яку саме інформацію, що відповідає об’єкту оцінки, слід зазначити (вибрати, внести):</w:t>
      </w:r>
    </w:p>
    <w:p w14:paraId="784F1E45" w14:textId="46C5B6C0" w:rsidR="00BA2F11" w:rsidRDefault="00BA2F11" w:rsidP="00BA2F11">
      <w:pPr>
        <w:tabs>
          <w:tab w:val="left" w:pos="-416"/>
          <w:tab w:val="left" w:pos="2501"/>
        </w:tabs>
        <w:rPr>
          <w:lang w:val="uk-UA"/>
        </w:rPr>
      </w:pPr>
      <w:r w:rsidRPr="0015605B">
        <w:rPr>
          <w:vertAlign w:val="superscript"/>
          <w:lang w:val="uk-UA"/>
        </w:rPr>
        <w:t>1</w:t>
      </w:r>
      <w:r w:rsidRPr="00BA2F11">
        <w:rPr>
          <w:lang w:val="uk-UA"/>
        </w:rPr>
        <w:t xml:space="preserve"> Житлова нерухомість; земельна ділянка; нежитлова нерухомість; неподільний об’єкт незавершеного будівництва; майбутній об’єкт нерухомості.</w:t>
      </w:r>
    </w:p>
    <w:p w14:paraId="0E493DB9" w14:textId="77777777" w:rsidR="00BA2F11" w:rsidRPr="00BA2F11" w:rsidRDefault="00BA2F11" w:rsidP="00BA2F11">
      <w:pPr>
        <w:tabs>
          <w:tab w:val="left" w:pos="-416"/>
          <w:tab w:val="left" w:pos="2501"/>
        </w:tabs>
        <w:rPr>
          <w:lang w:val="uk-UA"/>
        </w:rPr>
      </w:pPr>
      <w:r w:rsidRPr="0015605B">
        <w:rPr>
          <w:vertAlign w:val="superscript"/>
          <w:lang w:val="uk-UA"/>
        </w:rPr>
        <w:t>2</w:t>
      </w:r>
      <w:r w:rsidRPr="00BA2F11">
        <w:rPr>
          <w:lang w:val="uk-UA"/>
        </w:rPr>
        <w:t xml:space="preserve"> Для житлової нерухомості:</w:t>
      </w:r>
    </w:p>
    <w:p w14:paraId="2AD1910A" w14:textId="77777777" w:rsidR="00BA2F11" w:rsidRPr="00BA2F11" w:rsidRDefault="00BA2F11" w:rsidP="00BA2F11">
      <w:pPr>
        <w:tabs>
          <w:tab w:val="left" w:pos="-416"/>
          <w:tab w:val="left" w:pos="2501"/>
        </w:tabs>
        <w:rPr>
          <w:lang w:val="uk-UA"/>
        </w:rPr>
      </w:pPr>
      <w:r w:rsidRPr="00BA2F11">
        <w:rPr>
          <w:lang w:val="uk-UA"/>
        </w:rPr>
        <w:t>квартира;</w:t>
      </w:r>
    </w:p>
    <w:p w14:paraId="44B5F444" w14:textId="77777777" w:rsidR="00BA2F11" w:rsidRPr="00BA2F11" w:rsidRDefault="00BA2F11" w:rsidP="00BA2F11">
      <w:pPr>
        <w:tabs>
          <w:tab w:val="left" w:pos="-416"/>
          <w:tab w:val="left" w:pos="2501"/>
        </w:tabs>
        <w:rPr>
          <w:lang w:val="uk-UA"/>
        </w:rPr>
      </w:pPr>
      <w:r w:rsidRPr="00BA2F11">
        <w:rPr>
          <w:lang w:val="uk-UA"/>
        </w:rPr>
        <w:t>апартаменти;</w:t>
      </w:r>
    </w:p>
    <w:p w14:paraId="1368A10F" w14:textId="77777777" w:rsidR="00BA2F11" w:rsidRPr="00BA2F11" w:rsidRDefault="00BA2F11" w:rsidP="00BA2F11">
      <w:pPr>
        <w:tabs>
          <w:tab w:val="left" w:pos="-416"/>
          <w:tab w:val="left" w:pos="2501"/>
        </w:tabs>
        <w:rPr>
          <w:lang w:val="uk-UA"/>
        </w:rPr>
      </w:pPr>
      <w:r w:rsidRPr="00BA2F11">
        <w:rPr>
          <w:lang w:val="uk-UA"/>
        </w:rPr>
        <w:t>гуртожиток / комунальна квартира / житлове приміщення у гуртожитку;</w:t>
      </w:r>
    </w:p>
    <w:p w14:paraId="2FF77373" w14:textId="77777777" w:rsidR="00BA2F11" w:rsidRPr="00BA2F11" w:rsidRDefault="00BA2F11" w:rsidP="00BA2F11">
      <w:pPr>
        <w:tabs>
          <w:tab w:val="left" w:pos="-416"/>
          <w:tab w:val="left" w:pos="2501"/>
        </w:tabs>
        <w:rPr>
          <w:lang w:val="uk-UA"/>
        </w:rPr>
      </w:pPr>
      <w:r w:rsidRPr="00BA2F11">
        <w:rPr>
          <w:lang w:val="uk-UA"/>
        </w:rPr>
        <w:t>житловий будинок;</w:t>
      </w:r>
    </w:p>
    <w:p w14:paraId="4314C2B1" w14:textId="77777777" w:rsidR="00BA2F11" w:rsidRPr="00BA2F11" w:rsidRDefault="00BA2F11" w:rsidP="00BA2F11">
      <w:pPr>
        <w:tabs>
          <w:tab w:val="left" w:pos="-416"/>
          <w:tab w:val="left" w:pos="2501"/>
        </w:tabs>
        <w:rPr>
          <w:lang w:val="uk-UA"/>
        </w:rPr>
      </w:pPr>
      <w:r w:rsidRPr="00BA2F11">
        <w:rPr>
          <w:lang w:val="uk-UA"/>
        </w:rPr>
        <w:t>котедж (будинок одноквартирний підвищеної комфортності);</w:t>
      </w:r>
    </w:p>
    <w:p w14:paraId="0E7DD7D2" w14:textId="77777777" w:rsidR="00BA2F11" w:rsidRPr="00BA2F11" w:rsidRDefault="00BA2F11" w:rsidP="00BA2F11">
      <w:pPr>
        <w:tabs>
          <w:tab w:val="left" w:pos="-416"/>
          <w:tab w:val="left" w:pos="2501"/>
        </w:tabs>
        <w:rPr>
          <w:lang w:val="uk-UA"/>
        </w:rPr>
      </w:pPr>
      <w:r w:rsidRPr="00BA2F11">
        <w:rPr>
          <w:lang w:val="uk-UA"/>
        </w:rPr>
        <w:t>таунхаус;</w:t>
      </w:r>
    </w:p>
    <w:p w14:paraId="0CCD4CC3" w14:textId="77777777" w:rsidR="00BA2F11" w:rsidRPr="00BA2F11" w:rsidRDefault="00BA2F11" w:rsidP="00BA2F11">
      <w:pPr>
        <w:tabs>
          <w:tab w:val="left" w:pos="-416"/>
          <w:tab w:val="left" w:pos="2501"/>
        </w:tabs>
        <w:rPr>
          <w:lang w:val="uk-UA"/>
        </w:rPr>
      </w:pPr>
      <w:r w:rsidRPr="00BA2F11">
        <w:rPr>
          <w:lang w:val="uk-UA"/>
        </w:rPr>
        <w:t>дачний (садовий) будинок.</w:t>
      </w:r>
    </w:p>
    <w:p w14:paraId="3B069488" w14:textId="77777777" w:rsidR="00BA2F11" w:rsidRPr="00BA2F11" w:rsidRDefault="00BA2F11" w:rsidP="00BA2F11">
      <w:pPr>
        <w:tabs>
          <w:tab w:val="left" w:pos="-416"/>
          <w:tab w:val="left" w:pos="2501"/>
        </w:tabs>
        <w:rPr>
          <w:lang w:val="uk-UA"/>
        </w:rPr>
      </w:pPr>
      <w:r w:rsidRPr="00BA2F11">
        <w:rPr>
          <w:lang w:val="uk-UA"/>
        </w:rPr>
        <w:t>Для нежитлової нерухомості:</w:t>
      </w:r>
    </w:p>
    <w:p w14:paraId="067CE805" w14:textId="77777777" w:rsidR="00BA2F11" w:rsidRPr="00BA2F11" w:rsidRDefault="00BA2F11" w:rsidP="00BA2F11">
      <w:pPr>
        <w:tabs>
          <w:tab w:val="left" w:pos="-416"/>
          <w:tab w:val="left" w:pos="2501"/>
        </w:tabs>
        <w:rPr>
          <w:lang w:val="uk-UA"/>
        </w:rPr>
      </w:pPr>
      <w:r w:rsidRPr="00BA2F11">
        <w:rPr>
          <w:lang w:val="uk-UA"/>
        </w:rPr>
        <w:t>адміністративна будівля або приміщення;</w:t>
      </w:r>
    </w:p>
    <w:p w14:paraId="00DDCDA7" w14:textId="77777777" w:rsidR="00BA2F11" w:rsidRPr="00BA2F11" w:rsidRDefault="00BA2F11" w:rsidP="00BA2F11">
      <w:pPr>
        <w:tabs>
          <w:tab w:val="left" w:pos="-416"/>
          <w:tab w:val="left" w:pos="2501"/>
        </w:tabs>
        <w:rPr>
          <w:lang w:val="uk-UA"/>
        </w:rPr>
      </w:pPr>
      <w:r w:rsidRPr="00BA2F11">
        <w:rPr>
          <w:lang w:val="uk-UA"/>
        </w:rPr>
        <w:t>промислова (складська) будівля або приміщення;</w:t>
      </w:r>
    </w:p>
    <w:p w14:paraId="58273E3B" w14:textId="77777777" w:rsidR="00BA2F11" w:rsidRPr="00BA2F11" w:rsidRDefault="00BA2F11" w:rsidP="00BA2F11">
      <w:pPr>
        <w:tabs>
          <w:tab w:val="left" w:pos="-416"/>
          <w:tab w:val="left" w:pos="2501"/>
        </w:tabs>
        <w:rPr>
          <w:lang w:val="uk-UA"/>
        </w:rPr>
      </w:pPr>
      <w:r w:rsidRPr="00BA2F11">
        <w:rPr>
          <w:lang w:val="uk-UA"/>
        </w:rPr>
        <w:t>торговельна будівля або приміщення;</w:t>
      </w:r>
    </w:p>
    <w:p w14:paraId="748B50F9" w14:textId="77777777" w:rsidR="00BA2F11" w:rsidRPr="00BA2F11" w:rsidRDefault="00BA2F11" w:rsidP="00BA2F11">
      <w:pPr>
        <w:tabs>
          <w:tab w:val="left" w:pos="-416"/>
          <w:tab w:val="left" w:pos="2501"/>
        </w:tabs>
        <w:rPr>
          <w:lang w:val="uk-UA"/>
        </w:rPr>
      </w:pPr>
      <w:r w:rsidRPr="00BA2F11">
        <w:rPr>
          <w:lang w:val="uk-UA"/>
        </w:rPr>
        <w:t>гараж;</w:t>
      </w:r>
    </w:p>
    <w:p w14:paraId="1FAE4936" w14:textId="67E445EE" w:rsidR="00BA2F11" w:rsidRDefault="00BA2F11" w:rsidP="00BA2F11">
      <w:pPr>
        <w:tabs>
          <w:tab w:val="left" w:pos="-416"/>
          <w:tab w:val="left" w:pos="2501"/>
        </w:tabs>
        <w:rPr>
          <w:lang w:val="uk-UA"/>
        </w:rPr>
      </w:pPr>
      <w:r w:rsidRPr="00BA2F11">
        <w:rPr>
          <w:lang w:val="uk-UA"/>
        </w:rPr>
        <w:t>паркувальне місце в закритому паркінгу.</w:t>
      </w:r>
    </w:p>
    <w:p w14:paraId="7C3B4DB1" w14:textId="77777777" w:rsidR="00BA2F11" w:rsidRPr="00BA2F11" w:rsidRDefault="00BA2F11" w:rsidP="00BA2F11">
      <w:pPr>
        <w:tabs>
          <w:tab w:val="left" w:pos="-416"/>
          <w:tab w:val="left" w:pos="2501"/>
        </w:tabs>
        <w:rPr>
          <w:lang w:val="uk-UA"/>
        </w:rPr>
      </w:pPr>
      <w:r w:rsidRPr="0015605B">
        <w:rPr>
          <w:vertAlign w:val="superscript"/>
          <w:lang w:val="uk-UA"/>
        </w:rPr>
        <w:t>3</w:t>
      </w:r>
      <w:r w:rsidRPr="00BA2F11">
        <w:rPr>
          <w:lang w:val="uk-UA"/>
        </w:rPr>
        <w:t xml:space="preserve"> Зазначається для:</w:t>
      </w:r>
    </w:p>
    <w:p w14:paraId="0A207E88" w14:textId="77777777" w:rsidR="00BA2F11" w:rsidRPr="00BA2F11" w:rsidRDefault="00BA2F11" w:rsidP="00BA2F11">
      <w:pPr>
        <w:tabs>
          <w:tab w:val="left" w:pos="-416"/>
          <w:tab w:val="left" w:pos="2501"/>
        </w:tabs>
        <w:rPr>
          <w:lang w:val="uk-UA"/>
        </w:rPr>
      </w:pPr>
      <w:r w:rsidRPr="00BA2F11">
        <w:rPr>
          <w:lang w:val="uk-UA"/>
        </w:rPr>
        <w:t>об’єкта житлової нерухомості, крім гуртожитку, комунальної квартири та дачного (садового) будинку;</w:t>
      </w:r>
    </w:p>
    <w:p w14:paraId="1BA2EB5E" w14:textId="77777777" w:rsidR="00BA2F11" w:rsidRPr="00BA2F11" w:rsidRDefault="00BA2F11" w:rsidP="00BA2F11">
      <w:pPr>
        <w:tabs>
          <w:tab w:val="left" w:pos="-416"/>
          <w:tab w:val="left" w:pos="2501"/>
        </w:tabs>
        <w:rPr>
          <w:lang w:val="uk-UA"/>
        </w:rPr>
      </w:pPr>
      <w:r w:rsidRPr="00BA2F11">
        <w:rPr>
          <w:lang w:val="uk-UA"/>
        </w:rPr>
        <w:t>неподільного об’єкта незавершеного будівництва;</w:t>
      </w:r>
    </w:p>
    <w:p w14:paraId="542C4552" w14:textId="63AAEE87" w:rsidR="00BA2F11" w:rsidRDefault="00BA2F11" w:rsidP="00BA2F11">
      <w:pPr>
        <w:tabs>
          <w:tab w:val="left" w:pos="-416"/>
          <w:tab w:val="left" w:pos="2501"/>
        </w:tabs>
        <w:rPr>
          <w:lang w:val="uk-UA"/>
        </w:rPr>
      </w:pPr>
      <w:r w:rsidRPr="00BA2F11">
        <w:rPr>
          <w:lang w:val="uk-UA"/>
        </w:rPr>
        <w:t>майбутнього об’єкта нерухомості.</w:t>
      </w:r>
    </w:p>
    <w:p w14:paraId="416C4244" w14:textId="77777777" w:rsidR="00BA2F11" w:rsidRPr="00BA2F11" w:rsidRDefault="00BA2F11" w:rsidP="00BA2F11">
      <w:pPr>
        <w:tabs>
          <w:tab w:val="left" w:pos="-416"/>
          <w:tab w:val="left" w:pos="2501"/>
        </w:tabs>
        <w:rPr>
          <w:lang w:val="uk-UA"/>
        </w:rPr>
      </w:pPr>
      <w:r w:rsidRPr="0015605B">
        <w:rPr>
          <w:vertAlign w:val="superscript"/>
          <w:lang w:val="uk-UA"/>
        </w:rPr>
        <w:t>4</w:t>
      </w:r>
      <w:r w:rsidRPr="00BA2F11">
        <w:rPr>
          <w:lang w:val="uk-UA"/>
        </w:rPr>
        <w:t xml:space="preserve"> Зазначається для об’єктів житлової нерухомості, крім житлового будинку, котеджу (будинок одноквартирний підвищеної комфортності), таунхаусу, дачного (садового) будинку, неподільного об’єкта незавершеного будівництва, майбутнього об’єкта нерухомості:</w:t>
      </w:r>
    </w:p>
    <w:p w14:paraId="7136FE9F" w14:textId="77777777" w:rsidR="00BA2F11" w:rsidRPr="00BA2F11" w:rsidRDefault="00BA2F11" w:rsidP="00BA2F11">
      <w:pPr>
        <w:tabs>
          <w:tab w:val="left" w:pos="-416"/>
          <w:tab w:val="left" w:pos="2501"/>
        </w:tabs>
        <w:rPr>
          <w:lang w:val="uk-UA"/>
        </w:rPr>
      </w:pPr>
      <w:r w:rsidRPr="00BA2F11">
        <w:rPr>
          <w:lang w:val="uk-UA"/>
        </w:rPr>
        <w:t>дореволюційна забудова до 1920;</w:t>
      </w:r>
    </w:p>
    <w:p w14:paraId="65D30462" w14:textId="77777777" w:rsidR="00BA2F11" w:rsidRPr="00BA2F11" w:rsidRDefault="00BA2F11" w:rsidP="00BA2F11">
      <w:pPr>
        <w:tabs>
          <w:tab w:val="left" w:pos="-416"/>
          <w:tab w:val="left" w:pos="2501"/>
        </w:tabs>
        <w:rPr>
          <w:lang w:val="uk-UA"/>
        </w:rPr>
      </w:pPr>
      <w:r w:rsidRPr="00BA2F11">
        <w:rPr>
          <w:lang w:val="uk-UA"/>
        </w:rPr>
        <w:t>забудова з 1921 по 1955;</w:t>
      </w:r>
    </w:p>
    <w:p w14:paraId="6B5C0FB9" w14:textId="77777777" w:rsidR="00BA2F11" w:rsidRPr="00BA2F11" w:rsidRDefault="00BA2F11" w:rsidP="00BA2F11">
      <w:pPr>
        <w:tabs>
          <w:tab w:val="left" w:pos="-416"/>
          <w:tab w:val="left" w:pos="2501"/>
        </w:tabs>
        <w:rPr>
          <w:lang w:val="uk-UA"/>
        </w:rPr>
      </w:pPr>
      <w:r w:rsidRPr="00BA2F11">
        <w:rPr>
          <w:lang w:val="uk-UA"/>
        </w:rPr>
        <w:t>забудова з 1956 по 1970;</w:t>
      </w:r>
    </w:p>
    <w:p w14:paraId="45D40A2B" w14:textId="77777777" w:rsidR="00BA2F11" w:rsidRPr="00BA2F11" w:rsidRDefault="00BA2F11" w:rsidP="00BA2F11">
      <w:pPr>
        <w:tabs>
          <w:tab w:val="left" w:pos="-416"/>
          <w:tab w:val="left" w:pos="2501"/>
        </w:tabs>
        <w:rPr>
          <w:lang w:val="uk-UA"/>
        </w:rPr>
      </w:pPr>
      <w:r w:rsidRPr="00BA2F11">
        <w:rPr>
          <w:lang w:val="uk-UA"/>
        </w:rPr>
        <w:t>забудова з 1971 по 1979;</w:t>
      </w:r>
    </w:p>
    <w:p w14:paraId="7296E511" w14:textId="77777777" w:rsidR="00BA2F11" w:rsidRPr="00BA2F11" w:rsidRDefault="00BA2F11" w:rsidP="00BA2F11">
      <w:pPr>
        <w:tabs>
          <w:tab w:val="left" w:pos="-416"/>
          <w:tab w:val="left" w:pos="2501"/>
        </w:tabs>
        <w:rPr>
          <w:lang w:val="uk-UA"/>
        </w:rPr>
      </w:pPr>
      <w:r w:rsidRPr="00BA2F11">
        <w:rPr>
          <w:lang w:val="uk-UA"/>
        </w:rPr>
        <w:t>забудова з 1980 по 1990;</w:t>
      </w:r>
    </w:p>
    <w:p w14:paraId="21DEA807" w14:textId="77777777" w:rsidR="00BA2F11" w:rsidRPr="00BA2F11" w:rsidRDefault="00BA2F11" w:rsidP="00BA2F11">
      <w:pPr>
        <w:tabs>
          <w:tab w:val="left" w:pos="-416"/>
          <w:tab w:val="left" w:pos="2501"/>
        </w:tabs>
        <w:rPr>
          <w:lang w:val="uk-UA"/>
        </w:rPr>
      </w:pPr>
      <w:r w:rsidRPr="00BA2F11">
        <w:rPr>
          <w:lang w:val="uk-UA"/>
        </w:rPr>
        <w:t>забудова з 1991 по 2000;</w:t>
      </w:r>
    </w:p>
    <w:p w14:paraId="75E0C8EA" w14:textId="77777777" w:rsidR="00BA2F11" w:rsidRPr="00BA2F11" w:rsidRDefault="00BA2F11" w:rsidP="00BA2F11">
      <w:pPr>
        <w:tabs>
          <w:tab w:val="left" w:pos="-416"/>
          <w:tab w:val="left" w:pos="2501"/>
        </w:tabs>
        <w:rPr>
          <w:lang w:val="uk-UA"/>
        </w:rPr>
      </w:pPr>
      <w:r w:rsidRPr="00BA2F11">
        <w:rPr>
          <w:lang w:val="uk-UA"/>
        </w:rPr>
        <w:t>забудова з 2001 по 2010;</w:t>
      </w:r>
    </w:p>
    <w:p w14:paraId="4B88B7F0" w14:textId="2EF6E588" w:rsidR="00BA2F11" w:rsidRDefault="00BA2F11" w:rsidP="00BA2F11">
      <w:pPr>
        <w:tabs>
          <w:tab w:val="left" w:pos="-416"/>
          <w:tab w:val="left" w:pos="2501"/>
        </w:tabs>
        <w:rPr>
          <w:lang w:val="uk-UA"/>
        </w:rPr>
      </w:pPr>
      <w:r w:rsidRPr="00BA2F11">
        <w:rPr>
          <w:lang w:val="uk-UA"/>
        </w:rPr>
        <w:t>забудова з 2011.</w:t>
      </w:r>
    </w:p>
    <w:p w14:paraId="570540A3" w14:textId="77777777" w:rsidR="00BA2F11" w:rsidRPr="001D07ED" w:rsidRDefault="00BA2F11" w:rsidP="00BA2F11">
      <w:pPr>
        <w:tabs>
          <w:tab w:val="left" w:pos="-416"/>
          <w:tab w:val="left" w:pos="2501"/>
        </w:tabs>
        <w:rPr>
          <w:lang w:val="uk-UA"/>
        </w:rPr>
      </w:pPr>
      <w:r w:rsidRPr="001D07ED">
        <w:rPr>
          <w:vertAlign w:val="superscript"/>
          <w:lang w:val="uk-UA"/>
        </w:rPr>
        <w:t>5</w:t>
      </w:r>
      <w:r w:rsidRPr="001D07ED">
        <w:rPr>
          <w:lang w:val="uk-UA"/>
        </w:rPr>
        <w:t xml:space="preserve"> Зазначається для:</w:t>
      </w:r>
    </w:p>
    <w:p w14:paraId="7F8D8DDE" w14:textId="77777777" w:rsidR="00BA2F11" w:rsidRPr="001D07ED" w:rsidRDefault="00BA2F11" w:rsidP="00BA2F11">
      <w:pPr>
        <w:tabs>
          <w:tab w:val="left" w:pos="-416"/>
          <w:tab w:val="left" w:pos="2501"/>
        </w:tabs>
        <w:rPr>
          <w:lang w:val="uk-UA"/>
        </w:rPr>
      </w:pPr>
      <w:r w:rsidRPr="001D07ED">
        <w:rPr>
          <w:lang w:val="uk-UA"/>
        </w:rPr>
        <w:t>квартири в багатоповерховій житловій будівлі;</w:t>
      </w:r>
    </w:p>
    <w:p w14:paraId="748889FC" w14:textId="77777777" w:rsidR="00BA2F11" w:rsidRPr="001D07ED" w:rsidRDefault="00BA2F11" w:rsidP="00BA2F11">
      <w:pPr>
        <w:tabs>
          <w:tab w:val="left" w:pos="-416"/>
          <w:tab w:val="left" w:pos="2501"/>
        </w:tabs>
        <w:rPr>
          <w:lang w:val="uk-UA"/>
        </w:rPr>
      </w:pPr>
      <w:r w:rsidRPr="001D07ED">
        <w:rPr>
          <w:lang w:val="uk-UA"/>
        </w:rPr>
        <w:t>квартири в малоповерховій житловій будівлі;</w:t>
      </w:r>
    </w:p>
    <w:p w14:paraId="352290FE" w14:textId="77777777" w:rsidR="00BA2F11" w:rsidRPr="001D07ED" w:rsidRDefault="00BA2F11" w:rsidP="00BA2F11">
      <w:pPr>
        <w:tabs>
          <w:tab w:val="left" w:pos="-416"/>
          <w:tab w:val="left" w:pos="2501"/>
        </w:tabs>
        <w:rPr>
          <w:lang w:val="uk-UA"/>
        </w:rPr>
      </w:pPr>
      <w:r w:rsidRPr="001D07ED">
        <w:rPr>
          <w:lang w:val="uk-UA"/>
        </w:rPr>
        <w:t>апартаментів;</w:t>
      </w:r>
    </w:p>
    <w:p w14:paraId="0A213146" w14:textId="77777777" w:rsidR="00BA2F11" w:rsidRPr="001D07ED" w:rsidRDefault="00BA2F11" w:rsidP="00BA2F11">
      <w:pPr>
        <w:tabs>
          <w:tab w:val="left" w:pos="-416"/>
          <w:tab w:val="left" w:pos="2501"/>
        </w:tabs>
        <w:rPr>
          <w:lang w:val="uk-UA"/>
        </w:rPr>
      </w:pPr>
      <w:r w:rsidRPr="001D07ED">
        <w:rPr>
          <w:lang w:val="uk-UA"/>
        </w:rPr>
        <w:t>гуртожитку / комунальної квартири / житлового приміщення у гуртожитку;</w:t>
      </w:r>
    </w:p>
    <w:p w14:paraId="366C0B78" w14:textId="77777777" w:rsidR="00BA2F11" w:rsidRPr="001D07ED" w:rsidRDefault="00BA2F11" w:rsidP="00BA2F11">
      <w:pPr>
        <w:tabs>
          <w:tab w:val="left" w:pos="-416"/>
          <w:tab w:val="left" w:pos="2501"/>
        </w:tabs>
        <w:rPr>
          <w:lang w:val="uk-UA"/>
        </w:rPr>
      </w:pPr>
      <w:r w:rsidRPr="001D07ED">
        <w:rPr>
          <w:lang w:val="uk-UA"/>
        </w:rPr>
        <w:t>адміністративної будівлі або приміщення;</w:t>
      </w:r>
    </w:p>
    <w:p w14:paraId="6A00C78B" w14:textId="77777777" w:rsidR="00BA2F11" w:rsidRPr="001D07ED" w:rsidRDefault="00BA2F11" w:rsidP="00BA2F11">
      <w:pPr>
        <w:tabs>
          <w:tab w:val="left" w:pos="-416"/>
          <w:tab w:val="left" w:pos="2501"/>
        </w:tabs>
        <w:rPr>
          <w:lang w:val="uk-UA"/>
        </w:rPr>
      </w:pPr>
      <w:r w:rsidRPr="001D07ED">
        <w:rPr>
          <w:lang w:val="uk-UA"/>
        </w:rPr>
        <w:t>промислової (складської) будівлі або приміщення;</w:t>
      </w:r>
    </w:p>
    <w:p w14:paraId="3AF40E3E" w14:textId="77777777" w:rsidR="00BA2F11" w:rsidRPr="001D07ED" w:rsidRDefault="00BA2F11" w:rsidP="00BA2F11">
      <w:pPr>
        <w:spacing w:line="360" w:lineRule="auto"/>
        <w:jc w:val="right"/>
        <w:rPr>
          <w:sz w:val="28"/>
          <w:szCs w:val="28"/>
          <w:lang w:val="uk-UA"/>
        </w:rPr>
      </w:pPr>
      <w:r w:rsidRPr="001D07ED">
        <w:rPr>
          <w:lang w:val="uk-UA"/>
        </w:rPr>
        <w:br w:type="page"/>
      </w:r>
      <w:r w:rsidRPr="001D07ED">
        <w:rPr>
          <w:sz w:val="28"/>
          <w:szCs w:val="28"/>
          <w:lang w:val="uk-UA"/>
        </w:rPr>
        <w:lastRenderedPageBreak/>
        <w:t>Продовження додатка 2</w:t>
      </w:r>
    </w:p>
    <w:p w14:paraId="3FD325D5" w14:textId="77777777" w:rsidR="00BA2F11" w:rsidRPr="00BA2F11" w:rsidRDefault="00BA2F11" w:rsidP="00BA2F11">
      <w:pPr>
        <w:tabs>
          <w:tab w:val="left" w:pos="-416"/>
          <w:tab w:val="left" w:pos="2501"/>
        </w:tabs>
        <w:rPr>
          <w:lang w:val="uk-UA"/>
        </w:rPr>
      </w:pPr>
      <w:r w:rsidRPr="001D07ED">
        <w:rPr>
          <w:lang w:val="uk-UA"/>
        </w:rPr>
        <w:t>майбутнього об’єкта нерухомості.</w:t>
      </w:r>
      <w:r w:rsidRPr="00BA2F11">
        <w:rPr>
          <w:lang w:val="uk-UA"/>
        </w:rPr>
        <w:t xml:space="preserve"> </w:t>
      </w:r>
    </w:p>
    <w:p w14:paraId="39C9B2DA" w14:textId="77777777" w:rsidR="00BA2F11" w:rsidRPr="00BA2F11" w:rsidRDefault="00BA2F11" w:rsidP="00BA2F11">
      <w:pPr>
        <w:tabs>
          <w:tab w:val="left" w:pos="-416"/>
          <w:tab w:val="left" w:pos="2501"/>
        </w:tabs>
        <w:rPr>
          <w:lang w:val="uk-UA"/>
        </w:rPr>
      </w:pPr>
      <w:r w:rsidRPr="0015605B">
        <w:rPr>
          <w:vertAlign w:val="superscript"/>
          <w:lang w:val="uk-UA"/>
        </w:rPr>
        <w:t>6</w:t>
      </w:r>
      <w:r w:rsidRPr="00BA2F11">
        <w:rPr>
          <w:lang w:val="uk-UA"/>
        </w:rPr>
        <w:t xml:space="preserve"> Зазначається для житлової нерухомості,  крім дачного (садового) будинку, майбутнього об’єкта нерухомості.</w:t>
      </w:r>
    </w:p>
    <w:p w14:paraId="523BDC85" w14:textId="77777777" w:rsidR="00BA2F11" w:rsidRPr="00BA2F11" w:rsidRDefault="00BA2F11" w:rsidP="00BA2F11">
      <w:pPr>
        <w:tabs>
          <w:tab w:val="left" w:pos="-416"/>
          <w:tab w:val="left" w:pos="2501"/>
        </w:tabs>
        <w:rPr>
          <w:lang w:val="uk-UA"/>
        </w:rPr>
      </w:pPr>
      <w:r w:rsidRPr="0015605B">
        <w:rPr>
          <w:vertAlign w:val="superscript"/>
          <w:lang w:val="uk-UA"/>
        </w:rPr>
        <w:t>7</w:t>
      </w:r>
      <w:r w:rsidRPr="00BA2F11">
        <w:rPr>
          <w:lang w:val="uk-UA"/>
        </w:rPr>
        <w:t xml:space="preserve"> Зазначається у разі оцінки частки об’єкта.</w:t>
      </w:r>
    </w:p>
    <w:p w14:paraId="38FAA102" w14:textId="77777777" w:rsidR="00BA2F11" w:rsidRPr="00BA2F11" w:rsidRDefault="00BA2F11" w:rsidP="00BA2F11">
      <w:pPr>
        <w:tabs>
          <w:tab w:val="left" w:pos="-416"/>
          <w:tab w:val="left" w:pos="2501"/>
        </w:tabs>
        <w:rPr>
          <w:lang w:val="uk-UA"/>
        </w:rPr>
      </w:pPr>
      <w:r w:rsidRPr="0015605B">
        <w:rPr>
          <w:vertAlign w:val="superscript"/>
          <w:lang w:val="uk-UA"/>
        </w:rPr>
        <w:t xml:space="preserve">8 </w:t>
      </w:r>
      <w:r w:rsidRPr="00BA2F11">
        <w:rPr>
          <w:lang w:val="uk-UA"/>
        </w:rPr>
        <w:t>Зазначається для:</w:t>
      </w:r>
    </w:p>
    <w:p w14:paraId="01FF951C" w14:textId="77777777" w:rsidR="00BA2F11" w:rsidRPr="00BA2F11" w:rsidRDefault="00BA2F11" w:rsidP="00BA2F11">
      <w:pPr>
        <w:tabs>
          <w:tab w:val="left" w:pos="-416"/>
          <w:tab w:val="left" w:pos="2501"/>
        </w:tabs>
        <w:rPr>
          <w:lang w:val="uk-UA"/>
        </w:rPr>
      </w:pPr>
      <w:r w:rsidRPr="00BA2F11">
        <w:rPr>
          <w:lang w:val="uk-UA"/>
        </w:rPr>
        <w:t>житлового будинку;</w:t>
      </w:r>
    </w:p>
    <w:p w14:paraId="4507FC4F" w14:textId="77777777" w:rsidR="00BA2F11" w:rsidRPr="00BA2F11" w:rsidRDefault="00BA2F11" w:rsidP="00BA2F11">
      <w:pPr>
        <w:tabs>
          <w:tab w:val="left" w:pos="-416"/>
          <w:tab w:val="left" w:pos="2501"/>
        </w:tabs>
        <w:rPr>
          <w:lang w:val="uk-UA"/>
        </w:rPr>
      </w:pPr>
      <w:r w:rsidRPr="00BA2F11">
        <w:rPr>
          <w:lang w:val="uk-UA"/>
        </w:rPr>
        <w:t>котедж</w:t>
      </w:r>
      <w:r w:rsidR="006D5269">
        <w:rPr>
          <w:lang w:val="uk-UA"/>
        </w:rPr>
        <w:t>у</w:t>
      </w:r>
      <w:r w:rsidRPr="00BA2F11">
        <w:rPr>
          <w:lang w:val="uk-UA"/>
        </w:rPr>
        <w:t xml:space="preserve"> (будинок одноквартирний підвищеної комфортності);</w:t>
      </w:r>
    </w:p>
    <w:p w14:paraId="5E6731D3" w14:textId="77777777" w:rsidR="00BA2F11" w:rsidRPr="00BA2F11" w:rsidRDefault="00BA2F11" w:rsidP="00BA2F11">
      <w:pPr>
        <w:tabs>
          <w:tab w:val="left" w:pos="-416"/>
          <w:tab w:val="left" w:pos="2501"/>
        </w:tabs>
        <w:rPr>
          <w:lang w:val="uk-UA"/>
        </w:rPr>
      </w:pPr>
      <w:r w:rsidRPr="00BA2F11">
        <w:rPr>
          <w:lang w:val="uk-UA"/>
        </w:rPr>
        <w:t>таунхаусу;</w:t>
      </w:r>
    </w:p>
    <w:p w14:paraId="37EF554D" w14:textId="77777777" w:rsidR="00BA2F11" w:rsidRPr="00BA2F11" w:rsidRDefault="00BA2F11" w:rsidP="00BA2F11">
      <w:pPr>
        <w:tabs>
          <w:tab w:val="left" w:pos="-416"/>
          <w:tab w:val="left" w:pos="2501"/>
        </w:tabs>
        <w:rPr>
          <w:lang w:val="uk-UA"/>
        </w:rPr>
      </w:pPr>
      <w:r w:rsidRPr="00BA2F11">
        <w:rPr>
          <w:lang w:val="uk-UA"/>
        </w:rPr>
        <w:t>земельної ділянки;</w:t>
      </w:r>
    </w:p>
    <w:p w14:paraId="73A84928" w14:textId="5CB66CEE" w:rsidR="00BA2F11" w:rsidRDefault="00BA2F11" w:rsidP="00BA2F11">
      <w:pPr>
        <w:tabs>
          <w:tab w:val="left" w:pos="-416"/>
          <w:tab w:val="left" w:pos="2501"/>
        </w:tabs>
        <w:rPr>
          <w:lang w:val="uk-UA"/>
        </w:rPr>
      </w:pPr>
      <w:r w:rsidRPr="00BA2F11">
        <w:rPr>
          <w:lang w:val="uk-UA"/>
        </w:rPr>
        <w:t>неподільного об’єкта незавершеного будівництва.</w:t>
      </w:r>
    </w:p>
    <w:p w14:paraId="1A0B69BC" w14:textId="77777777" w:rsidR="00BA2F11" w:rsidRPr="00BA2F11" w:rsidRDefault="00BA2F11" w:rsidP="00BA2F11">
      <w:pPr>
        <w:tabs>
          <w:tab w:val="left" w:pos="-416"/>
          <w:tab w:val="left" w:pos="2501"/>
        </w:tabs>
        <w:rPr>
          <w:lang w:val="uk-UA"/>
        </w:rPr>
      </w:pPr>
      <w:r w:rsidRPr="0015605B">
        <w:rPr>
          <w:vertAlign w:val="superscript"/>
          <w:lang w:val="uk-UA"/>
        </w:rPr>
        <w:t>9</w:t>
      </w:r>
      <w:r w:rsidRPr="00BA2F11">
        <w:rPr>
          <w:lang w:val="uk-UA"/>
        </w:rPr>
        <w:t xml:space="preserve"> Зазначається для:</w:t>
      </w:r>
    </w:p>
    <w:p w14:paraId="42E421D8" w14:textId="77777777" w:rsidR="00BA2F11" w:rsidRPr="00BA2F11" w:rsidRDefault="00BA2F11" w:rsidP="00BA2F11">
      <w:pPr>
        <w:tabs>
          <w:tab w:val="left" w:pos="-416"/>
          <w:tab w:val="left" w:pos="2501"/>
        </w:tabs>
        <w:rPr>
          <w:lang w:val="uk-UA"/>
        </w:rPr>
      </w:pPr>
      <w:r w:rsidRPr="00BA2F11">
        <w:rPr>
          <w:lang w:val="uk-UA"/>
        </w:rPr>
        <w:t>житлового будинку;</w:t>
      </w:r>
    </w:p>
    <w:p w14:paraId="44F33F6C" w14:textId="77777777" w:rsidR="00BA2F11" w:rsidRPr="00BA2F11" w:rsidRDefault="00BA2F11" w:rsidP="00BA2F11">
      <w:pPr>
        <w:tabs>
          <w:tab w:val="left" w:pos="-416"/>
          <w:tab w:val="left" w:pos="2501"/>
        </w:tabs>
        <w:rPr>
          <w:lang w:val="uk-UA"/>
        </w:rPr>
      </w:pPr>
      <w:r w:rsidRPr="00BA2F11">
        <w:rPr>
          <w:lang w:val="uk-UA"/>
        </w:rPr>
        <w:t>котедж</w:t>
      </w:r>
      <w:r w:rsidR="006D5269">
        <w:rPr>
          <w:lang w:val="uk-UA"/>
        </w:rPr>
        <w:t>у</w:t>
      </w:r>
      <w:r w:rsidRPr="00BA2F11">
        <w:rPr>
          <w:lang w:val="uk-UA"/>
        </w:rPr>
        <w:t xml:space="preserve"> (будинок одноквартирний підвищеної комфортності);</w:t>
      </w:r>
    </w:p>
    <w:p w14:paraId="42D4F7EA" w14:textId="77777777" w:rsidR="00BA2F11" w:rsidRPr="00BA2F11" w:rsidRDefault="00BA2F11" w:rsidP="00BA2F11">
      <w:pPr>
        <w:tabs>
          <w:tab w:val="left" w:pos="-416"/>
          <w:tab w:val="left" w:pos="2501"/>
        </w:tabs>
        <w:rPr>
          <w:lang w:val="uk-UA"/>
        </w:rPr>
      </w:pPr>
      <w:r w:rsidRPr="00BA2F11">
        <w:rPr>
          <w:lang w:val="uk-UA"/>
        </w:rPr>
        <w:t>таунхаус</w:t>
      </w:r>
      <w:r w:rsidR="006D5269">
        <w:rPr>
          <w:lang w:val="uk-UA"/>
        </w:rPr>
        <w:t>у</w:t>
      </w:r>
      <w:r w:rsidRPr="00BA2F11">
        <w:rPr>
          <w:lang w:val="uk-UA"/>
        </w:rPr>
        <w:t xml:space="preserve">; </w:t>
      </w:r>
    </w:p>
    <w:p w14:paraId="7F379223" w14:textId="77777777" w:rsidR="00BA2F11" w:rsidRPr="00BA2F11" w:rsidRDefault="00BA2F11" w:rsidP="00BA2F11">
      <w:pPr>
        <w:tabs>
          <w:tab w:val="left" w:pos="-416"/>
          <w:tab w:val="left" w:pos="2501"/>
        </w:tabs>
        <w:rPr>
          <w:lang w:val="uk-UA"/>
        </w:rPr>
      </w:pPr>
      <w:r w:rsidRPr="00BA2F11">
        <w:rPr>
          <w:lang w:val="uk-UA"/>
        </w:rPr>
        <w:t xml:space="preserve">дачного (садового) будинку; </w:t>
      </w:r>
    </w:p>
    <w:p w14:paraId="11EE4985" w14:textId="77777777" w:rsidR="00BA2F11" w:rsidRPr="00BA2F11" w:rsidRDefault="00BA2F11" w:rsidP="00BA2F11">
      <w:pPr>
        <w:tabs>
          <w:tab w:val="left" w:pos="-416"/>
          <w:tab w:val="left" w:pos="2501"/>
        </w:tabs>
        <w:rPr>
          <w:lang w:val="uk-UA"/>
        </w:rPr>
      </w:pPr>
      <w:r w:rsidRPr="00BA2F11">
        <w:rPr>
          <w:lang w:val="uk-UA"/>
        </w:rPr>
        <w:t>земельної ділянки;</w:t>
      </w:r>
    </w:p>
    <w:p w14:paraId="7D873014" w14:textId="3BA622E3" w:rsidR="00BA2F11" w:rsidRDefault="00BA2F11" w:rsidP="00BA2F11">
      <w:pPr>
        <w:tabs>
          <w:tab w:val="left" w:pos="-416"/>
          <w:tab w:val="left" w:pos="2501"/>
        </w:tabs>
        <w:rPr>
          <w:lang w:val="uk-UA"/>
        </w:rPr>
      </w:pPr>
      <w:r w:rsidRPr="00BA2F11">
        <w:rPr>
          <w:lang w:val="uk-UA"/>
        </w:rPr>
        <w:t>неподільного об’єкта незавершеного будівництва.</w:t>
      </w:r>
    </w:p>
    <w:p w14:paraId="464C7B62" w14:textId="4AA399C0" w:rsidR="00BA2F11" w:rsidRDefault="00BA2F11" w:rsidP="00F876DC">
      <w:pPr>
        <w:tabs>
          <w:tab w:val="left" w:pos="-416"/>
          <w:tab w:val="left" w:pos="2501"/>
        </w:tabs>
        <w:jc w:val="both"/>
        <w:rPr>
          <w:lang w:val="uk-UA"/>
        </w:rPr>
      </w:pPr>
      <w:r w:rsidRPr="0015605B">
        <w:rPr>
          <w:vertAlign w:val="superscript"/>
          <w:lang w:val="uk-UA"/>
        </w:rPr>
        <w:t>10</w:t>
      </w:r>
      <w:r w:rsidRPr="00BA2F11">
        <w:rPr>
          <w:lang w:val="uk-UA"/>
        </w:rPr>
        <w:t xml:space="preserve"> Зазначається для земельної ділянки</w:t>
      </w:r>
      <w:r w:rsidR="00F876DC" w:rsidRPr="00F876DC">
        <w:rPr>
          <w:lang w:val="uk-UA"/>
        </w:rPr>
        <w:t xml:space="preserve"> згідно із Додатком 59 до Порядку ведення Державного</w:t>
      </w:r>
      <w:r w:rsidR="00F876DC">
        <w:rPr>
          <w:lang w:val="uk-UA"/>
        </w:rPr>
        <w:t xml:space="preserve"> </w:t>
      </w:r>
      <w:r w:rsidR="00F876DC" w:rsidRPr="00F876DC">
        <w:rPr>
          <w:lang w:val="uk-UA"/>
        </w:rPr>
        <w:t>земельного кадастру, затвердженого постановою Кабінету Міністрів України від 17</w:t>
      </w:r>
      <w:r w:rsidR="00F876DC">
        <w:rPr>
          <w:lang w:val="uk-UA"/>
        </w:rPr>
        <w:t>.10.</w:t>
      </w:r>
      <w:r w:rsidR="00F876DC" w:rsidRPr="00F876DC">
        <w:rPr>
          <w:lang w:val="uk-UA"/>
        </w:rPr>
        <w:t>2012 № 1051</w:t>
      </w:r>
      <w:r w:rsidR="00F876DC">
        <w:rPr>
          <w:lang w:val="uk-UA"/>
        </w:rPr>
        <w:t>.</w:t>
      </w:r>
    </w:p>
    <w:p w14:paraId="68DBE5FB" w14:textId="77777777" w:rsidR="00BA2F11" w:rsidRPr="00BA2F11" w:rsidRDefault="00BA2F11" w:rsidP="00BA2F11">
      <w:pPr>
        <w:tabs>
          <w:tab w:val="left" w:pos="-416"/>
          <w:tab w:val="left" w:pos="2501"/>
        </w:tabs>
        <w:rPr>
          <w:lang w:val="uk-UA"/>
        </w:rPr>
      </w:pPr>
      <w:r w:rsidRPr="0015605B">
        <w:rPr>
          <w:vertAlign w:val="superscript"/>
          <w:lang w:val="uk-UA"/>
        </w:rPr>
        <w:t>11</w:t>
      </w:r>
      <w:r w:rsidRPr="00BA2F11">
        <w:rPr>
          <w:lang w:val="uk-UA"/>
        </w:rPr>
        <w:t xml:space="preserve"> Зазначається для неподільного об’єкта незавершеного будівництва, майбутнього об’єкта нерухомості:</w:t>
      </w:r>
    </w:p>
    <w:p w14:paraId="5712C3AC" w14:textId="77777777" w:rsidR="00BA2F11" w:rsidRPr="00BA2F11" w:rsidRDefault="00BA2F11" w:rsidP="00431B0E">
      <w:pPr>
        <w:tabs>
          <w:tab w:val="left" w:pos="-416"/>
          <w:tab w:val="left" w:pos="2501"/>
        </w:tabs>
        <w:rPr>
          <w:lang w:val="uk-UA"/>
        </w:rPr>
      </w:pPr>
      <w:r w:rsidRPr="00BA2F11">
        <w:rPr>
          <w:lang w:val="uk-UA"/>
        </w:rPr>
        <w:t>житлова забудова;</w:t>
      </w:r>
    </w:p>
    <w:p w14:paraId="05E97022" w14:textId="77777777" w:rsidR="00BA2F11" w:rsidRPr="00BA2F11" w:rsidRDefault="00BA2F11" w:rsidP="00431B0E">
      <w:pPr>
        <w:tabs>
          <w:tab w:val="left" w:pos="-416"/>
          <w:tab w:val="left" w:pos="2501"/>
        </w:tabs>
        <w:rPr>
          <w:lang w:val="uk-UA"/>
        </w:rPr>
      </w:pPr>
      <w:r w:rsidRPr="00BA2F11">
        <w:rPr>
          <w:lang w:val="uk-UA"/>
        </w:rPr>
        <w:t>нежитлова забудова.</w:t>
      </w:r>
    </w:p>
    <w:p w14:paraId="22C0CE8A" w14:textId="77777777" w:rsidR="00BA2F11" w:rsidRPr="00BA2F11" w:rsidRDefault="00BA2F11" w:rsidP="00BA2F11">
      <w:pPr>
        <w:tabs>
          <w:tab w:val="left" w:pos="-416"/>
          <w:tab w:val="left" w:pos="2501"/>
        </w:tabs>
        <w:rPr>
          <w:lang w:val="uk-UA"/>
        </w:rPr>
      </w:pPr>
      <w:r w:rsidRPr="0015605B">
        <w:rPr>
          <w:vertAlign w:val="superscript"/>
          <w:lang w:val="uk-UA"/>
        </w:rPr>
        <w:t>12</w:t>
      </w:r>
      <w:r w:rsidRPr="00BA2F11">
        <w:rPr>
          <w:lang w:val="uk-UA"/>
        </w:rPr>
        <w:t xml:space="preserve"> Зазначається для неподільного об’єкта незавершеного будівництва, майбутнього об’єкта нерухомості.</w:t>
      </w:r>
    </w:p>
    <w:p w14:paraId="42805B09" w14:textId="77777777" w:rsidR="00E45E4D" w:rsidRPr="00A36800" w:rsidRDefault="00BA2F11" w:rsidP="00BA2F11">
      <w:pPr>
        <w:tabs>
          <w:tab w:val="left" w:pos="-416"/>
          <w:tab w:val="left" w:pos="2501"/>
        </w:tabs>
        <w:rPr>
          <w:kern w:val="24"/>
          <w:lang w:val="uk-UA"/>
        </w:rPr>
      </w:pPr>
      <w:r w:rsidRPr="0015605B">
        <w:rPr>
          <w:vertAlign w:val="superscript"/>
          <w:lang w:val="uk-UA"/>
        </w:rPr>
        <w:t>13</w:t>
      </w:r>
      <w:r w:rsidRPr="00BA2F11">
        <w:rPr>
          <w:lang w:val="uk-UA"/>
        </w:rPr>
        <w:t xml:space="preserve"> Зазначається у разі оцінки окремо розташованого об’єкта разом із земельною ділянкою – є складовою оціночної вартості об’єкта оцінки.</w:t>
      </w:r>
    </w:p>
    <w:p w14:paraId="513149D3" w14:textId="77777777" w:rsidR="00E45E4D" w:rsidRDefault="00E45E4D" w:rsidP="00E45E4D">
      <w:pPr>
        <w:jc w:val="center"/>
        <w:rPr>
          <w:sz w:val="20"/>
          <w:szCs w:val="20"/>
          <w:lang w:val="uk-UA"/>
        </w:rPr>
      </w:pPr>
      <w:r w:rsidRPr="00A36800">
        <w:rPr>
          <w:sz w:val="20"/>
          <w:szCs w:val="20"/>
          <w:lang w:val="uk-UA"/>
        </w:rPr>
        <w:t>_________________________________</w:t>
      </w:r>
    </w:p>
    <w:sectPr w:rsidR="00E45E4D" w:rsidSect="00371B05">
      <w:headerReference w:type="default" r:id="rId7"/>
      <w:pgSz w:w="11906" w:h="16838"/>
      <w:pgMar w:top="567" w:right="567" w:bottom="56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FA44A" w14:textId="77777777" w:rsidR="006B5B2D" w:rsidRDefault="006B5B2D" w:rsidP="004B12BD">
      <w:r>
        <w:separator/>
      </w:r>
    </w:p>
  </w:endnote>
  <w:endnote w:type="continuationSeparator" w:id="0">
    <w:p w14:paraId="73AFD0C8" w14:textId="77777777" w:rsidR="006B5B2D" w:rsidRDefault="006B5B2D" w:rsidP="004B1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A1085" w14:textId="77777777" w:rsidR="006B5B2D" w:rsidRDefault="006B5B2D" w:rsidP="004B12BD">
      <w:r>
        <w:separator/>
      </w:r>
    </w:p>
  </w:footnote>
  <w:footnote w:type="continuationSeparator" w:id="0">
    <w:p w14:paraId="0891AB09" w14:textId="77777777" w:rsidR="006B5B2D" w:rsidRDefault="006B5B2D" w:rsidP="004B1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F8177" w14:textId="77777777" w:rsidR="005A02B4" w:rsidRDefault="0011513F">
    <w:pPr>
      <w:pStyle w:val="a4"/>
      <w:jc w:val="center"/>
    </w:pPr>
    <w:r>
      <w:fldChar w:fldCharType="begin"/>
    </w:r>
    <w:r w:rsidR="005A02B4">
      <w:instrText xml:space="preserve"> PAGE   \* MERGEFORMAT </w:instrText>
    </w:r>
    <w:r>
      <w:fldChar w:fldCharType="separate"/>
    </w:r>
    <w:r w:rsidR="00550E13">
      <w:rPr>
        <w:noProof/>
      </w:rPr>
      <w:t>2</w:t>
    </w:r>
    <w:r>
      <w:fldChar w:fldCharType="end"/>
    </w:r>
  </w:p>
  <w:p w14:paraId="75E68BB1" w14:textId="77777777" w:rsidR="005A02B4" w:rsidRDefault="005A02B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29AC"/>
    <w:multiLevelType w:val="hybridMultilevel"/>
    <w:tmpl w:val="EBF80EC8"/>
    <w:lvl w:ilvl="0" w:tplc="14BAA492">
      <w:start w:val="7"/>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 w15:restartNumberingAfterBreak="0">
    <w:nsid w:val="0A947929"/>
    <w:multiLevelType w:val="multilevel"/>
    <w:tmpl w:val="A3DE26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C6C4DC1"/>
    <w:multiLevelType w:val="hybridMultilevel"/>
    <w:tmpl w:val="FE84CCE4"/>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FD7771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F8F0A0B"/>
    <w:multiLevelType w:val="multilevel"/>
    <w:tmpl w:val="A3DE26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322223C"/>
    <w:multiLevelType w:val="multilevel"/>
    <w:tmpl w:val="A3DE26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E08433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2611C47"/>
    <w:multiLevelType w:val="multilevel"/>
    <w:tmpl w:val="A3DE26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5823095F"/>
    <w:multiLevelType w:val="hybridMultilevel"/>
    <w:tmpl w:val="063CAAA6"/>
    <w:lvl w:ilvl="0" w:tplc="88CA4734">
      <w:start w:val="10"/>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E14099"/>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7C119B8"/>
    <w:multiLevelType w:val="hybridMultilevel"/>
    <w:tmpl w:val="AC605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3923D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03D3102"/>
    <w:multiLevelType w:val="multilevel"/>
    <w:tmpl w:val="91700F94"/>
    <w:lvl w:ilvl="0">
      <w:start w:val="1"/>
      <w:numFmt w:val="decimal"/>
      <w:lvlText w:val="%1)"/>
      <w:lvlJc w:val="left"/>
      <w:pPr>
        <w:tabs>
          <w:tab w:val="num" w:pos="360"/>
        </w:tabs>
        <w:ind w:left="360" w:hanging="360"/>
      </w:p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F412E8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2"/>
  </w:num>
  <w:num w:numId="3">
    <w:abstractNumId w:val="4"/>
  </w:num>
  <w:num w:numId="4">
    <w:abstractNumId w:val="3"/>
  </w:num>
  <w:num w:numId="5">
    <w:abstractNumId w:val="13"/>
  </w:num>
  <w:num w:numId="6">
    <w:abstractNumId w:val="10"/>
  </w:num>
  <w:num w:numId="7">
    <w:abstractNumId w:val="6"/>
  </w:num>
  <w:num w:numId="8">
    <w:abstractNumId w:val="8"/>
  </w:num>
  <w:num w:numId="9">
    <w:abstractNumId w:val="5"/>
  </w:num>
  <w:num w:numId="10">
    <w:abstractNumId w:val="11"/>
  </w:num>
  <w:num w:numId="11">
    <w:abstractNumId w:val="7"/>
  </w:num>
  <w:num w:numId="12">
    <w:abstractNumId w:val="0"/>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attachedTemplate r:id="rId1"/>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5C"/>
    <w:rsid w:val="00011E36"/>
    <w:rsid w:val="000277DC"/>
    <w:rsid w:val="00051953"/>
    <w:rsid w:val="00072F6F"/>
    <w:rsid w:val="000A790C"/>
    <w:rsid w:val="001044C9"/>
    <w:rsid w:val="001046AD"/>
    <w:rsid w:val="00113A33"/>
    <w:rsid w:val="0011513F"/>
    <w:rsid w:val="00121814"/>
    <w:rsid w:val="00121B62"/>
    <w:rsid w:val="00132153"/>
    <w:rsid w:val="0015605B"/>
    <w:rsid w:val="00157468"/>
    <w:rsid w:val="001C1560"/>
    <w:rsid w:val="001D07ED"/>
    <w:rsid w:val="00225EAC"/>
    <w:rsid w:val="00227AD3"/>
    <w:rsid w:val="00227BDC"/>
    <w:rsid w:val="0029103A"/>
    <w:rsid w:val="00312631"/>
    <w:rsid w:val="003472F5"/>
    <w:rsid w:val="003601CE"/>
    <w:rsid w:val="00365B22"/>
    <w:rsid w:val="00371B05"/>
    <w:rsid w:val="00395994"/>
    <w:rsid w:val="003A565B"/>
    <w:rsid w:val="003C2782"/>
    <w:rsid w:val="003D2D48"/>
    <w:rsid w:val="003F77F8"/>
    <w:rsid w:val="00431B0E"/>
    <w:rsid w:val="00433BF1"/>
    <w:rsid w:val="00437E85"/>
    <w:rsid w:val="00474DAC"/>
    <w:rsid w:val="00475949"/>
    <w:rsid w:val="00490D91"/>
    <w:rsid w:val="004A13F1"/>
    <w:rsid w:val="004B12BD"/>
    <w:rsid w:val="004B4490"/>
    <w:rsid w:val="005310A9"/>
    <w:rsid w:val="00535E1D"/>
    <w:rsid w:val="0054000C"/>
    <w:rsid w:val="00545BFF"/>
    <w:rsid w:val="00550E13"/>
    <w:rsid w:val="0055105C"/>
    <w:rsid w:val="00551D46"/>
    <w:rsid w:val="00562533"/>
    <w:rsid w:val="00574EB4"/>
    <w:rsid w:val="00582D1D"/>
    <w:rsid w:val="005A02B4"/>
    <w:rsid w:val="005A6D10"/>
    <w:rsid w:val="005C3252"/>
    <w:rsid w:val="005D3F27"/>
    <w:rsid w:val="005F7243"/>
    <w:rsid w:val="00607577"/>
    <w:rsid w:val="0060786D"/>
    <w:rsid w:val="0063132A"/>
    <w:rsid w:val="006B5B2D"/>
    <w:rsid w:val="006D2A85"/>
    <w:rsid w:val="006D5269"/>
    <w:rsid w:val="006F5D98"/>
    <w:rsid w:val="007327AE"/>
    <w:rsid w:val="00743F8C"/>
    <w:rsid w:val="00746504"/>
    <w:rsid w:val="00764F74"/>
    <w:rsid w:val="00787ADF"/>
    <w:rsid w:val="0079009E"/>
    <w:rsid w:val="007A19CC"/>
    <w:rsid w:val="007A45F2"/>
    <w:rsid w:val="007A5E6C"/>
    <w:rsid w:val="007D2347"/>
    <w:rsid w:val="007E2D8E"/>
    <w:rsid w:val="008046D2"/>
    <w:rsid w:val="00805FBC"/>
    <w:rsid w:val="00814F0D"/>
    <w:rsid w:val="008173C4"/>
    <w:rsid w:val="00863899"/>
    <w:rsid w:val="00880AE4"/>
    <w:rsid w:val="008851EB"/>
    <w:rsid w:val="00887756"/>
    <w:rsid w:val="008D7926"/>
    <w:rsid w:val="00917AFD"/>
    <w:rsid w:val="009338BB"/>
    <w:rsid w:val="00952D5B"/>
    <w:rsid w:val="00956053"/>
    <w:rsid w:val="00966523"/>
    <w:rsid w:val="00974EB4"/>
    <w:rsid w:val="0099115A"/>
    <w:rsid w:val="00993741"/>
    <w:rsid w:val="009C33AB"/>
    <w:rsid w:val="00A276EC"/>
    <w:rsid w:val="00A333BF"/>
    <w:rsid w:val="00A36800"/>
    <w:rsid w:val="00A606DF"/>
    <w:rsid w:val="00A628CF"/>
    <w:rsid w:val="00AE4764"/>
    <w:rsid w:val="00AF7B80"/>
    <w:rsid w:val="00B04A9C"/>
    <w:rsid w:val="00B10B7D"/>
    <w:rsid w:val="00B702CC"/>
    <w:rsid w:val="00B740F3"/>
    <w:rsid w:val="00BA2F11"/>
    <w:rsid w:val="00BD3727"/>
    <w:rsid w:val="00C7037E"/>
    <w:rsid w:val="00C77C31"/>
    <w:rsid w:val="00C90905"/>
    <w:rsid w:val="00CB67C8"/>
    <w:rsid w:val="00CE423F"/>
    <w:rsid w:val="00CE743D"/>
    <w:rsid w:val="00CF2CF0"/>
    <w:rsid w:val="00D32F5F"/>
    <w:rsid w:val="00D67A65"/>
    <w:rsid w:val="00D90468"/>
    <w:rsid w:val="00DE095B"/>
    <w:rsid w:val="00DF12D8"/>
    <w:rsid w:val="00E1657F"/>
    <w:rsid w:val="00E27FC1"/>
    <w:rsid w:val="00E366CB"/>
    <w:rsid w:val="00E418F4"/>
    <w:rsid w:val="00E45E4D"/>
    <w:rsid w:val="00EA3F7B"/>
    <w:rsid w:val="00EA586F"/>
    <w:rsid w:val="00EA5AA9"/>
    <w:rsid w:val="00EB7005"/>
    <w:rsid w:val="00EF3237"/>
    <w:rsid w:val="00F05BCB"/>
    <w:rsid w:val="00F1285D"/>
    <w:rsid w:val="00F148EC"/>
    <w:rsid w:val="00F17494"/>
    <w:rsid w:val="00F336A9"/>
    <w:rsid w:val="00F558D6"/>
    <w:rsid w:val="00F65A7D"/>
    <w:rsid w:val="00F71E2E"/>
    <w:rsid w:val="00F876DC"/>
    <w:rsid w:val="00F90B96"/>
    <w:rsid w:val="00FB08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A1C71"/>
  <w15:docId w15:val="{AED00235-488A-4CB8-92B2-B07CFAF72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4EB4"/>
    <w:rPr>
      <w:rFonts w:ascii="Times New Roman" w:eastAsia="Times New Roman" w:hAnsi="Times New Roman"/>
      <w:sz w:val="24"/>
      <w:szCs w:val="24"/>
      <w:lang w:val="ru-RU" w:eastAsia="ru-RU"/>
    </w:rPr>
  </w:style>
  <w:style w:type="paragraph" w:styleId="3">
    <w:name w:val="heading 3"/>
    <w:basedOn w:val="a"/>
    <w:next w:val="a"/>
    <w:link w:val="30"/>
    <w:uiPriority w:val="9"/>
    <w:qFormat/>
    <w:rsid w:val="00BD3727"/>
    <w:pPr>
      <w:keepNext/>
      <w:spacing w:before="240" w:after="60" w:line="276" w:lineRule="auto"/>
      <w:outlineLvl w:val="2"/>
    </w:pPr>
    <w:rPr>
      <w:rFonts w:ascii="Cambria" w:hAnsi="Cambria"/>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Лист"/>
    <w:basedOn w:val="a"/>
    <w:qFormat/>
    <w:rsid w:val="0079009E"/>
    <w:pPr>
      <w:ind w:firstLine="709"/>
      <w:jc w:val="both"/>
    </w:pPr>
    <w:rPr>
      <w:sz w:val="28"/>
      <w:szCs w:val="28"/>
    </w:rPr>
  </w:style>
  <w:style w:type="paragraph" w:styleId="a4">
    <w:name w:val="header"/>
    <w:basedOn w:val="a"/>
    <w:link w:val="a5"/>
    <w:uiPriority w:val="99"/>
    <w:unhideWhenUsed/>
    <w:rsid w:val="004B12BD"/>
    <w:pPr>
      <w:tabs>
        <w:tab w:val="center" w:pos="4677"/>
        <w:tab w:val="right" w:pos="9355"/>
      </w:tabs>
    </w:pPr>
  </w:style>
  <w:style w:type="character" w:customStyle="1" w:styleId="a5">
    <w:name w:val="Верхній колонтитул Знак"/>
    <w:basedOn w:val="a0"/>
    <w:link w:val="a4"/>
    <w:uiPriority w:val="99"/>
    <w:rsid w:val="004B12BD"/>
  </w:style>
  <w:style w:type="paragraph" w:styleId="a6">
    <w:name w:val="footer"/>
    <w:basedOn w:val="a"/>
    <w:link w:val="a7"/>
    <w:uiPriority w:val="99"/>
    <w:semiHidden/>
    <w:unhideWhenUsed/>
    <w:rsid w:val="004B12BD"/>
    <w:pPr>
      <w:tabs>
        <w:tab w:val="center" w:pos="4677"/>
        <w:tab w:val="right" w:pos="9355"/>
      </w:tabs>
    </w:pPr>
  </w:style>
  <w:style w:type="character" w:customStyle="1" w:styleId="a7">
    <w:name w:val="Нижній колонтитул Знак"/>
    <w:basedOn w:val="a0"/>
    <w:link w:val="a6"/>
    <w:uiPriority w:val="99"/>
    <w:semiHidden/>
    <w:rsid w:val="004B12BD"/>
  </w:style>
  <w:style w:type="paragraph" w:styleId="a8">
    <w:name w:val="Normal (Web)"/>
    <w:aliases w:val="Обычный (веб) Знак,Обычный (веб) Знак2 Знак,Обычный (веб) Знак Знак1 Знак,Обычный (веб) Знак1 Знак Знак Знак,Обычный (веб) Знак Знак Знак Знак Знак,Обычный (веб) Знак1 Знак1 Знак,Обычный (веб) Знак Знак Знак1 Знак,Обычный (веб) Знак1 Зна"/>
    <w:basedOn w:val="a"/>
    <w:link w:val="a9"/>
    <w:qFormat/>
    <w:rsid w:val="00574EB4"/>
    <w:pPr>
      <w:spacing w:before="100" w:beforeAutospacing="1" w:after="100" w:afterAutospacing="1"/>
    </w:pPr>
    <w:rPr>
      <w:rFonts w:eastAsia="MS Mincho"/>
    </w:rPr>
  </w:style>
  <w:style w:type="character" w:customStyle="1" w:styleId="a9">
    <w:name w:val="Звичайний (веб) Знак"/>
    <w:aliases w:val="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link w:val="a8"/>
    <w:rsid w:val="00574EB4"/>
    <w:rPr>
      <w:rFonts w:ascii="Times New Roman" w:eastAsia="MS Mincho" w:hAnsi="Times New Roman" w:cs="Times New Roman"/>
      <w:sz w:val="24"/>
      <w:szCs w:val="24"/>
      <w:lang w:eastAsia="ru-RU"/>
    </w:rPr>
  </w:style>
  <w:style w:type="character" w:customStyle="1" w:styleId="30">
    <w:name w:val="Заголовок 3 Знак"/>
    <w:link w:val="3"/>
    <w:uiPriority w:val="9"/>
    <w:semiHidden/>
    <w:rsid w:val="00BD3727"/>
    <w:rPr>
      <w:rFonts w:ascii="Cambria" w:eastAsia="Times New Roman" w:hAnsi="Cambria"/>
      <w:b/>
      <w:bCs/>
      <w:sz w:val="26"/>
      <w:szCs w:val="26"/>
      <w:lang w:val="en-US" w:eastAsia="en-US"/>
    </w:rPr>
  </w:style>
  <w:style w:type="paragraph" w:styleId="aa">
    <w:name w:val="Balloon Text"/>
    <w:basedOn w:val="a"/>
    <w:link w:val="ab"/>
    <w:uiPriority w:val="99"/>
    <w:semiHidden/>
    <w:unhideWhenUsed/>
    <w:rsid w:val="00F148EC"/>
    <w:rPr>
      <w:rFonts w:ascii="Segoe UI" w:hAnsi="Segoe UI" w:cs="Segoe UI"/>
      <w:sz w:val="18"/>
      <w:szCs w:val="18"/>
    </w:rPr>
  </w:style>
  <w:style w:type="character" w:customStyle="1" w:styleId="ab">
    <w:name w:val="Текст у виносці Знак"/>
    <w:basedOn w:val="a0"/>
    <w:link w:val="aa"/>
    <w:uiPriority w:val="99"/>
    <w:semiHidden/>
    <w:rsid w:val="00F148E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xel\Application%20Data\Microsoft\&#1064;&#1072;&#1073;&#1083;&#1086;&#1085;&#1099;\List_SPFU.dotm"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List_SPFU.dotm</Template>
  <TotalTime>12</TotalTime>
  <Pages>3</Pages>
  <Words>3736</Words>
  <Characters>2130</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___ ___________ 20__ року</vt:lpstr>
      <vt:lpstr>___ ___________ 20__ року</vt:lpstr>
    </vt:vector>
  </TitlesOfParts>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 ___________ 20__ року</dc:title>
  <dc:creator>Петержак</dc:creator>
  <cp:lastModifiedBy>Олексій Петержак</cp:lastModifiedBy>
  <cp:revision>3</cp:revision>
  <cp:lastPrinted>2020-03-13T11:56:00Z</cp:lastPrinted>
  <dcterms:created xsi:type="dcterms:W3CDTF">2025-12-04T08:08:00Z</dcterms:created>
  <dcterms:modified xsi:type="dcterms:W3CDTF">2025-12-04T08:19:00Z</dcterms:modified>
</cp:coreProperties>
</file>